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BC4" w:rsidRPr="005012E1" w:rsidRDefault="00911BC4" w:rsidP="005012E1">
      <w:pPr>
        <w:spacing w:line="24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>COMISII FINALIZARE CICLUL LICENȚĂ IULIE- SEPTEMBRIE 2019</w:t>
      </w:r>
    </w:p>
    <w:p w:rsidR="00911BC4" w:rsidRPr="005012E1" w:rsidRDefault="00911BC4" w:rsidP="005012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i/>
          <w:color w:val="000000"/>
          <w:sz w:val="24"/>
          <w:szCs w:val="24"/>
          <w:lang w:val="it-IT"/>
        </w:rPr>
        <w:t>DEPARTAMENTUL DE STUDII ROMÂNEȘTI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COLECTIVUL DE LITERATURĂ ROMÂNĂ ȘI COMPARATĂ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Președinte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 Conf. dr. Pompiliu Crăciunescu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: Conf. dr. Gabriela Glăvan, Lect. dr. </w:t>
      </w:r>
      <w:r w:rsidRPr="005012E1">
        <w:rPr>
          <w:rFonts w:ascii="Times New Roman" w:hAnsi="Times New Roman"/>
          <w:color w:val="000000"/>
          <w:sz w:val="24"/>
          <w:szCs w:val="24"/>
          <w:lang w:val="en-US"/>
        </w:rPr>
        <w:t>Nicoleta Mușat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Secretar</w:t>
      </w:r>
      <w:r w:rsidRPr="005012E1">
        <w:rPr>
          <w:rFonts w:ascii="Times New Roman" w:hAnsi="Times New Roman"/>
          <w:color w:val="000000"/>
          <w:sz w:val="24"/>
          <w:szCs w:val="24"/>
          <w:lang w:val="en-US"/>
        </w:rPr>
        <w:t xml:space="preserve">: Asist. dr.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Elena Crașovan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 supleanți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 Prof. dr. Daniel Vighi, Conf. dr. Dumitru Tucan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Contestații:</w:t>
      </w:r>
    </w:p>
    <w:p w:rsidR="00911BC4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ab/>
      </w:r>
      <w:r w:rsidRPr="00E9450A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sz w:val="24"/>
          <w:szCs w:val="24"/>
          <w:lang w:val="ro-RO"/>
        </w:rPr>
        <w:t>:</w:t>
      </w:r>
      <w:r w:rsidRPr="00E945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12E1">
        <w:rPr>
          <w:rFonts w:ascii="Times New Roman" w:hAnsi="Times New Roman"/>
          <w:color w:val="000000"/>
          <w:sz w:val="24"/>
          <w:szCs w:val="24"/>
        </w:rPr>
        <w:t>Prof. dr. Otilia Hedeșan</w:t>
      </w:r>
    </w:p>
    <w:p w:rsidR="00911BC4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 w:rsidRPr="00E9450A">
        <w:rPr>
          <w:rFonts w:ascii="Times New Roman" w:hAnsi="Times New Roman"/>
          <w:b/>
          <w:sz w:val="24"/>
          <w:szCs w:val="24"/>
          <w:lang w:val="ro-RO"/>
        </w:rPr>
        <w:t>Membri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5012E1">
        <w:rPr>
          <w:rFonts w:ascii="Times New Roman" w:hAnsi="Times New Roman"/>
          <w:color w:val="000000"/>
          <w:sz w:val="24"/>
          <w:szCs w:val="24"/>
        </w:rPr>
        <w:t>Lect. dr. Alexandru Budac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Asist. Dr. Roxana Rogobete</w:t>
      </w:r>
    </w:p>
    <w:p w:rsidR="00911BC4" w:rsidRPr="00E9450A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COLECTIVUL DE LIMBA ROMÂNĂ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Președinte: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Conf. dr. Mirela Borchin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Membri: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Lect. dr. Florina Băcilă, Conf. dr. Bogdan Țâra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Secretar: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Lect. dr. Emina Căpălnășan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Membri supleanți: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Conf. dr.  Adina Chirilă, Lect. dr. Nadia Obrocea</w:t>
      </w:r>
    </w:p>
    <w:p w:rsidR="00911BC4" w:rsidRDefault="00911BC4" w:rsidP="005012E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Contestații:</w:t>
      </w:r>
    </w:p>
    <w:p w:rsidR="00911BC4" w:rsidRDefault="00911BC4" w:rsidP="0083513A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color w:val="000000"/>
          <w:sz w:val="24"/>
          <w:szCs w:val="24"/>
          <w:lang w:val="it-IT"/>
        </w:rPr>
        <w:tab/>
      </w:r>
      <w:r w:rsidRPr="00E9450A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sz w:val="24"/>
          <w:szCs w:val="24"/>
          <w:lang w:val="ro-RO"/>
        </w:rPr>
        <w:t>:</w:t>
      </w:r>
      <w:r w:rsidRPr="00E945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Conf. dr. S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.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 Constantinovici</w:t>
      </w:r>
      <w:r w:rsidRPr="005012E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11BC4" w:rsidRDefault="00911BC4" w:rsidP="0083513A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 w:rsidRPr="00E9450A">
        <w:rPr>
          <w:rFonts w:ascii="Times New Roman" w:hAnsi="Times New Roman"/>
          <w:b/>
          <w:sz w:val="24"/>
          <w:szCs w:val="24"/>
          <w:lang w:val="ro-RO"/>
        </w:rPr>
        <w:t>Membri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Lect. dr. Ana Maria Radu Pop, Lect. dr. Gabriel Bărdășan </w:t>
      </w:r>
    </w:p>
    <w:p w:rsidR="00911BC4" w:rsidRDefault="00911BC4" w:rsidP="005012E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911BC4" w:rsidRDefault="00911BC4" w:rsidP="005012E1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lang w:val="it-IT"/>
        </w:rPr>
      </w:pPr>
      <w:r w:rsidRPr="007D38D7">
        <w:rPr>
          <w:rFonts w:ascii="Times New Roman" w:hAnsi="Times New Roman"/>
          <w:b/>
          <w:caps/>
          <w:color w:val="000000"/>
          <w:sz w:val="24"/>
          <w:szCs w:val="24"/>
          <w:lang w:val="it-IT"/>
        </w:rPr>
        <w:t>Studii culturale</w:t>
      </w:r>
    </w:p>
    <w:p w:rsidR="00911BC4" w:rsidRPr="007D38D7" w:rsidRDefault="00911BC4" w:rsidP="007D38D7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Președinte: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Prof. Dr. Otilia Hedeșan</w:t>
      </w:r>
    </w:p>
    <w:p w:rsidR="00911BC4" w:rsidRPr="005012E1" w:rsidRDefault="00911BC4" w:rsidP="007D38D7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Membri: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conf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. dr.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Dumitru Tucan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Lect. Dr. A. Budac</w:t>
      </w:r>
    </w:p>
    <w:p w:rsidR="00911BC4" w:rsidRPr="005012E1" w:rsidRDefault="00911BC4" w:rsidP="007D38D7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Secretar: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lect. Dr. Nicoleta Mușat</w:t>
      </w:r>
    </w:p>
    <w:p w:rsidR="00911BC4" w:rsidRPr="005012E1" w:rsidRDefault="00911BC4" w:rsidP="007D38D7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Membri supleanți: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Prof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. dr.  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Daniel Vighi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Conf. Dr. Pompiliu Crăciunescu</w:t>
      </w:r>
    </w:p>
    <w:p w:rsidR="00911BC4" w:rsidRDefault="00911BC4" w:rsidP="005012E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Contestații: </w:t>
      </w:r>
    </w:p>
    <w:p w:rsidR="00911BC4" w:rsidRDefault="00911BC4" w:rsidP="007D38D7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Președinte: </w:t>
      </w:r>
      <w:r w:rsidRPr="007D38D7">
        <w:rPr>
          <w:rFonts w:ascii="Times New Roman" w:hAnsi="Times New Roman"/>
          <w:bCs/>
          <w:color w:val="000000"/>
          <w:sz w:val="24"/>
          <w:szCs w:val="24"/>
          <w:lang w:val="it-IT"/>
        </w:rPr>
        <w:t>Conf. Dr. Gabriela Glăvan</w:t>
      </w:r>
    </w:p>
    <w:p w:rsidR="00911BC4" w:rsidRPr="007D38D7" w:rsidRDefault="00911BC4" w:rsidP="007D38D7">
      <w:pPr>
        <w:spacing w:after="0" w:line="240" w:lineRule="auto"/>
        <w:ind w:firstLine="720"/>
        <w:rPr>
          <w:rFonts w:ascii="Times New Roman" w:hAnsi="Times New Roman"/>
          <w:b/>
          <w:caps/>
          <w:sz w:val="24"/>
          <w:szCs w:val="24"/>
          <w:lang w:val="it-IT"/>
        </w:rPr>
      </w:pPr>
      <w:r w:rsidRPr="007D38D7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>: Asist. Dr. Elena Crașovan, Asist. Dr. Roxana Rogobete</w:t>
      </w:r>
    </w:p>
    <w:p w:rsidR="00911BC4" w:rsidRPr="005012E1" w:rsidRDefault="00911BC4" w:rsidP="005012E1">
      <w:pPr>
        <w:spacing w:after="24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11BC4" w:rsidRPr="005012E1" w:rsidRDefault="00911BC4" w:rsidP="005012E1">
      <w:pPr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EXAMEN DE ABSOLVIRE – PROGRAMUL PREGĂTITOR DE LIMBA ROMÂNĂ PENTRU CETĂȚENII STRĂINI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Președinte</w:t>
      </w:r>
      <w:r w:rsidRPr="005012E1">
        <w:rPr>
          <w:rFonts w:ascii="Times New Roman" w:hAnsi="Times New Roman"/>
          <w:color w:val="000000"/>
          <w:sz w:val="24"/>
          <w:szCs w:val="24"/>
        </w:rPr>
        <w:t>: Lect. dr. Gabriel Bărdășan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Membri</w:t>
      </w:r>
      <w:r w:rsidRPr="005012E1">
        <w:rPr>
          <w:rFonts w:ascii="Times New Roman" w:hAnsi="Times New Roman"/>
          <w:color w:val="000000"/>
          <w:sz w:val="24"/>
          <w:szCs w:val="24"/>
        </w:rPr>
        <w:t xml:space="preserve">: Lect. dr. Ana-Maria Radu-Pop, Lect. dr. </w:t>
      </w:r>
      <w:r w:rsidRPr="005012E1">
        <w:rPr>
          <w:rFonts w:ascii="Times New Roman" w:hAnsi="Times New Roman"/>
          <w:color w:val="000000"/>
          <w:sz w:val="24"/>
          <w:szCs w:val="24"/>
          <w:lang w:val="en-US"/>
        </w:rPr>
        <w:t>Emina Căpălnășan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Secretar</w:t>
      </w:r>
      <w:r w:rsidRPr="005012E1">
        <w:rPr>
          <w:rFonts w:ascii="Times New Roman" w:hAnsi="Times New Roman"/>
          <w:color w:val="000000"/>
          <w:sz w:val="24"/>
          <w:szCs w:val="24"/>
          <w:lang w:val="en-US"/>
        </w:rPr>
        <w:t xml:space="preserve">: Asist. dr.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Cristina Sicoe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Membri supleanți: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Lect. dr. Nadia Obrocea</w:t>
      </w: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,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Asist dr. Eliana Popeți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Contestații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</w:t>
      </w:r>
    </w:p>
    <w:p w:rsidR="00911BC4" w:rsidRDefault="00911BC4" w:rsidP="00525161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Președinte: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Conf. dr. Adina Chirilă</w:t>
      </w:r>
      <w:r w:rsidRPr="007D38D7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 </w:t>
      </w:r>
    </w:p>
    <w:p w:rsidR="00911BC4" w:rsidRPr="007D38D7" w:rsidRDefault="00911BC4" w:rsidP="00525161">
      <w:pPr>
        <w:spacing w:after="0" w:line="240" w:lineRule="auto"/>
        <w:ind w:firstLine="720"/>
        <w:rPr>
          <w:rFonts w:ascii="Times New Roman" w:hAnsi="Times New Roman"/>
          <w:b/>
          <w:caps/>
          <w:sz w:val="24"/>
          <w:szCs w:val="24"/>
          <w:lang w:val="it-IT"/>
        </w:rPr>
      </w:pPr>
      <w:r w:rsidRPr="007D38D7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Conf. dr. Bogdan Țâra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>, Asist. Dr. Irina Dincă</w:t>
      </w:r>
    </w:p>
    <w:p w:rsidR="00911BC4" w:rsidRPr="005012E1" w:rsidRDefault="00911BC4" w:rsidP="005012E1">
      <w:pPr>
        <w:spacing w:after="24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ab/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COLECTIVUL DE LIMBA ȘI LITERATURA LATINĂ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 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Președinte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  Conf. dr. Valy Ceia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: Conf. dr. </w:t>
      </w:r>
      <w:r w:rsidRPr="005012E1">
        <w:rPr>
          <w:rFonts w:ascii="Times New Roman" w:hAnsi="Times New Roman"/>
          <w:color w:val="000000"/>
          <w:sz w:val="24"/>
          <w:szCs w:val="24"/>
        </w:rPr>
        <w:t>Claudiu Arieșan, Lect. dr. Maria Subi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Secretar</w:t>
      </w:r>
      <w:r w:rsidRPr="005012E1">
        <w:rPr>
          <w:rFonts w:ascii="Times New Roman" w:hAnsi="Times New Roman"/>
          <w:color w:val="000000"/>
          <w:sz w:val="24"/>
          <w:szCs w:val="24"/>
        </w:rPr>
        <w:t>: Lect. dr. Gabriela Radu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Membri</w:t>
      </w:r>
      <w:r w:rsidRPr="005012E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supleanți</w:t>
      </w:r>
      <w:r w:rsidRPr="005012E1">
        <w:rPr>
          <w:rFonts w:ascii="Times New Roman" w:hAnsi="Times New Roman"/>
          <w:color w:val="000000"/>
          <w:sz w:val="24"/>
          <w:szCs w:val="24"/>
        </w:rPr>
        <w:t>: Lect. dr. Diana Mădroane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5012E1">
        <w:rPr>
          <w:rFonts w:ascii="Times New Roman" w:hAnsi="Times New Roman"/>
          <w:color w:val="000000"/>
          <w:sz w:val="24"/>
          <w:szCs w:val="24"/>
        </w:rPr>
        <w:t xml:space="preserve"> Conf. dr.  Bogdan Țâra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Contestații</w:t>
      </w:r>
      <w:r w:rsidRPr="005012E1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11BC4" w:rsidRDefault="00911BC4" w:rsidP="00F95ED3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Președinte: </w:t>
      </w:r>
      <w:r w:rsidRPr="005012E1">
        <w:rPr>
          <w:rFonts w:ascii="Times New Roman" w:hAnsi="Times New Roman"/>
          <w:color w:val="000000"/>
          <w:sz w:val="24"/>
          <w:szCs w:val="24"/>
        </w:rPr>
        <w:t>Lect. dr. Elena Sandu</w:t>
      </w:r>
      <w:r w:rsidRPr="007D38D7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 </w:t>
      </w:r>
    </w:p>
    <w:p w:rsidR="00911BC4" w:rsidRPr="007D38D7" w:rsidRDefault="00911BC4" w:rsidP="00F95ED3">
      <w:pPr>
        <w:spacing w:after="0" w:line="240" w:lineRule="auto"/>
        <w:ind w:firstLine="720"/>
        <w:rPr>
          <w:rFonts w:ascii="Times New Roman" w:hAnsi="Times New Roman"/>
          <w:b/>
          <w:caps/>
          <w:sz w:val="24"/>
          <w:szCs w:val="24"/>
          <w:lang w:val="it-IT"/>
        </w:rPr>
      </w:pPr>
      <w:r w:rsidRPr="007D38D7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: </w:t>
      </w:r>
      <w:r w:rsidRPr="005012E1">
        <w:rPr>
          <w:rFonts w:ascii="Times New Roman" w:hAnsi="Times New Roman"/>
          <w:color w:val="000000"/>
          <w:sz w:val="24"/>
          <w:szCs w:val="24"/>
        </w:rPr>
        <w:t xml:space="preserve">Lect. dr.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Neli Eiben, Conf. dr. Mihaela Cozma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 </w:t>
      </w:r>
    </w:p>
    <w:p w:rsidR="00911BC4" w:rsidRPr="005012E1" w:rsidRDefault="00911BC4" w:rsidP="005012E1">
      <w:pPr>
        <w:spacing w:after="24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COLECTIVUL DE ISTORIE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Preşedinte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 Conf. dr. Vasile Rămneanțu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: Lect. dr. Simona Regep, Lect. dr. Eusebiu Narai 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Secretar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 Lect. dr. Eutimiu Lifa    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Supleant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 Conf. dr. Dorel Micle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Contestaţii</w:t>
      </w:r>
    </w:p>
    <w:p w:rsidR="00911BC4" w:rsidRDefault="00911BC4" w:rsidP="0064549C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Președinte: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Conf. dr. Mihaela Vlăsceanu</w:t>
      </w:r>
      <w:r w:rsidRPr="007D38D7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 </w:t>
      </w:r>
    </w:p>
    <w:p w:rsidR="00911BC4" w:rsidRDefault="00911BC4" w:rsidP="0064549C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 w:rsidRPr="007D38D7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Lect. dr. </w:t>
      </w:r>
      <w:r w:rsidRPr="005012E1">
        <w:rPr>
          <w:rFonts w:ascii="Times New Roman" w:hAnsi="Times New Roman"/>
          <w:color w:val="000000"/>
          <w:sz w:val="24"/>
          <w:szCs w:val="24"/>
        </w:rPr>
        <w:t>Camil Petrescu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>, Asist. dr. Andrei Stavilă</w:t>
      </w:r>
    </w:p>
    <w:p w:rsidR="00911BC4" w:rsidRPr="005012E1" w:rsidRDefault="00911BC4" w:rsidP="0064549C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COLECTIVUL DE TEOLOGIE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</w:rPr>
        <w:t>Preşedinte</w:t>
      </w:r>
      <w:r w:rsidRPr="005012E1">
        <w:rPr>
          <w:rFonts w:ascii="Times New Roman" w:hAnsi="Times New Roman"/>
          <w:color w:val="000000"/>
          <w:sz w:val="24"/>
          <w:szCs w:val="24"/>
        </w:rPr>
        <w:t xml:space="preserve">: Conf. dr.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Constantin Jinga</w:t>
      </w:r>
    </w:p>
    <w:p w:rsidR="00911BC4" w:rsidRDefault="00911BC4" w:rsidP="005012E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 Conf. dr. Gavril Trifa, Lect. dr. Adrian Covan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051781">
        <w:rPr>
          <w:rFonts w:ascii="Times New Roman" w:hAnsi="Times New Roman"/>
          <w:b/>
          <w:color w:val="000000"/>
          <w:sz w:val="24"/>
          <w:szCs w:val="24"/>
          <w:lang w:val="it-IT"/>
        </w:rPr>
        <w:t>Secretar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Lect. dr. Alin Scridon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Supleanți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 Lect. dr. Daniel Enea</w:t>
      </w:r>
    </w:p>
    <w:p w:rsidR="00911BC4" w:rsidRPr="005012E1" w:rsidRDefault="00911BC4" w:rsidP="00501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12E1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Contestații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>:</w:t>
      </w:r>
    </w:p>
    <w:p w:rsidR="00911BC4" w:rsidRDefault="00911BC4" w:rsidP="004B4901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Președinte: </w:t>
      </w:r>
      <w:r w:rsidRPr="00051781">
        <w:rPr>
          <w:rFonts w:ascii="Times New Roman" w:hAnsi="Times New Roman"/>
          <w:bCs/>
          <w:color w:val="000000"/>
          <w:sz w:val="24"/>
          <w:szCs w:val="24"/>
          <w:lang w:val="it-IT"/>
        </w:rPr>
        <w:t>Lect. Dr. Daniel Lemeni</w:t>
      </w:r>
      <w:r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 </w:t>
      </w:r>
    </w:p>
    <w:p w:rsidR="00911BC4" w:rsidRPr="007D38D7" w:rsidRDefault="00911BC4" w:rsidP="004B4901">
      <w:pPr>
        <w:spacing w:after="0" w:line="240" w:lineRule="auto"/>
        <w:ind w:firstLine="720"/>
        <w:rPr>
          <w:rFonts w:ascii="Times New Roman" w:hAnsi="Times New Roman"/>
          <w:b/>
          <w:caps/>
          <w:sz w:val="24"/>
          <w:szCs w:val="24"/>
          <w:lang w:val="it-IT"/>
        </w:rPr>
      </w:pPr>
      <w:r w:rsidRPr="007D38D7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: </w:t>
      </w:r>
      <w:r w:rsidRPr="005012E1">
        <w:rPr>
          <w:rFonts w:ascii="Times New Roman" w:hAnsi="Times New Roman"/>
          <w:color w:val="000000"/>
          <w:sz w:val="24"/>
          <w:szCs w:val="24"/>
          <w:lang w:val="it-IT"/>
        </w:rPr>
        <w:t xml:space="preserve">Conf. dr. </w:t>
      </w:r>
      <w:r w:rsidRPr="005012E1">
        <w:rPr>
          <w:rFonts w:ascii="Times New Roman" w:hAnsi="Times New Roman"/>
          <w:color w:val="000000"/>
          <w:sz w:val="24"/>
          <w:szCs w:val="24"/>
        </w:rPr>
        <w:t>Remus Feraru, Lect. dr. Cosmin Panţuru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 </w:t>
      </w:r>
    </w:p>
    <w:p w:rsidR="00911BC4" w:rsidRPr="008A6085" w:rsidRDefault="00911BC4" w:rsidP="00964E07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Pr="001C2FD5" w:rsidRDefault="00911BC4" w:rsidP="00A14B2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o-RO"/>
        </w:rPr>
      </w:pPr>
      <w:r w:rsidRPr="005012E1">
        <w:rPr>
          <w:rFonts w:ascii="Times New Roman" w:hAnsi="Times New Roman"/>
          <w:b/>
          <w:bCs/>
          <w:i/>
          <w:color w:val="000000"/>
          <w:sz w:val="24"/>
          <w:szCs w:val="24"/>
          <w:lang w:val="it-IT"/>
        </w:rPr>
        <w:t xml:space="preserve">DEPARTAMENTUL DE </w:t>
      </w:r>
      <w:r w:rsidRPr="001C2FD5">
        <w:rPr>
          <w:rFonts w:ascii="Times New Roman" w:hAnsi="Times New Roman"/>
          <w:b/>
          <w:bCs/>
          <w:i/>
          <w:caps/>
          <w:color w:val="000000"/>
          <w:sz w:val="24"/>
          <w:szCs w:val="24"/>
          <w:lang w:val="it-IT"/>
        </w:rPr>
        <w:t>limbi și literaturi moderne</w:t>
      </w:r>
    </w:p>
    <w:p w:rsidR="00911BC4" w:rsidRDefault="00911BC4" w:rsidP="00A14B2E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bookmarkStart w:id="0" w:name="_GoBack"/>
      <w:bookmarkEnd w:id="0"/>
    </w:p>
    <w:p w:rsidR="00911BC4" w:rsidRPr="00EE6CD2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5669">
        <w:rPr>
          <w:rFonts w:ascii="Times New Roman" w:hAnsi="Times New Roman"/>
          <w:b/>
          <w:sz w:val="24"/>
          <w:szCs w:val="24"/>
        </w:rPr>
        <w:t>COLECTIVUL</w:t>
      </w:r>
      <w:r>
        <w:rPr>
          <w:rFonts w:ascii="Times New Roman" w:hAnsi="Times New Roman"/>
          <w:b/>
          <w:sz w:val="24"/>
          <w:szCs w:val="24"/>
        </w:rPr>
        <w:t xml:space="preserve"> DE LIMBA ŞI LITERATURA ENGLEZĂ</w:t>
      </w:r>
    </w:p>
    <w:p w:rsidR="00911BC4" w:rsidRDefault="00911BC4" w:rsidP="005C4B9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11BC4" w:rsidRPr="00EE6CD2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6CD2">
        <w:rPr>
          <w:rFonts w:ascii="Times New Roman" w:hAnsi="Times New Roman"/>
          <w:b/>
          <w:sz w:val="24"/>
          <w:szCs w:val="24"/>
        </w:rPr>
        <w:t>Limbi și Literaturi</w:t>
      </w:r>
    </w:p>
    <w:p w:rsidR="00911BC4" w:rsidRPr="00E11B2E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B2E">
        <w:rPr>
          <w:rFonts w:ascii="Times New Roman" w:hAnsi="Times New Roman"/>
          <w:b/>
          <w:sz w:val="24"/>
          <w:szCs w:val="24"/>
        </w:rPr>
        <w:t xml:space="preserve">Preşedinte: </w:t>
      </w:r>
      <w:r w:rsidRPr="00E11B2E">
        <w:rPr>
          <w:rFonts w:ascii="Times New Roman" w:hAnsi="Times New Roman"/>
          <w:sz w:val="24"/>
          <w:szCs w:val="24"/>
        </w:rPr>
        <w:t>Conf. Dr. Cristina Chevereșan</w:t>
      </w:r>
    </w:p>
    <w:p w:rsidR="00911BC4" w:rsidRPr="00E11B2E" w:rsidRDefault="00911BC4" w:rsidP="005C4B97">
      <w:pPr>
        <w:spacing w:after="0" w:line="240" w:lineRule="auto"/>
        <w:jc w:val="both"/>
      </w:pPr>
      <w:r w:rsidRPr="00E11B2E">
        <w:rPr>
          <w:rFonts w:ascii="Times New Roman" w:hAnsi="Times New Roman"/>
          <w:b/>
          <w:sz w:val="24"/>
          <w:szCs w:val="24"/>
        </w:rPr>
        <w:t xml:space="preserve">Membri: </w:t>
      </w:r>
      <w:r w:rsidRPr="00E11B2E">
        <w:rPr>
          <w:rFonts w:ascii="Times New Roman" w:hAnsi="Times New Roman"/>
          <w:sz w:val="24"/>
          <w:szCs w:val="24"/>
        </w:rPr>
        <w:t>Lect. Dr. Dana Crăciun, Lect. Dr. Diana Mădroane</w:t>
      </w:r>
    </w:p>
    <w:p w:rsidR="00911BC4" w:rsidRPr="00E11B2E" w:rsidRDefault="00911BC4" w:rsidP="005C4B97">
      <w:pPr>
        <w:spacing w:after="0" w:line="240" w:lineRule="auto"/>
        <w:jc w:val="both"/>
      </w:pPr>
      <w:r w:rsidRPr="00E11B2E">
        <w:rPr>
          <w:rFonts w:ascii="Times New Roman" w:hAnsi="Times New Roman"/>
          <w:b/>
          <w:bCs/>
          <w:sz w:val="24"/>
          <w:szCs w:val="24"/>
        </w:rPr>
        <w:t xml:space="preserve">Membri supleanți: </w:t>
      </w:r>
      <w:r w:rsidRPr="00E11B2E">
        <w:rPr>
          <w:rFonts w:ascii="Times New Roman" w:hAnsi="Times New Roman"/>
          <w:sz w:val="24"/>
          <w:szCs w:val="24"/>
        </w:rPr>
        <w:t>Conf. Dr. Loredana Pungă</w:t>
      </w:r>
      <w:r w:rsidRPr="00E11B2E">
        <w:t xml:space="preserve">, </w:t>
      </w:r>
      <w:r w:rsidRPr="00E11B2E">
        <w:rPr>
          <w:rFonts w:ascii="Times New Roman" w:hAnsi="Times New Roman"/>
          <w:sz w:val="24"/>
          <w:szCs w:val="24"/>
        </w:rPr>
        <w:t>Lect. Dr. Claudia Doroholschi, Lect. Dr. Gabriela Tucan</w:t>
      </w:r>
    </w:p>
    <w:p w:rsidR="00911BC4" w:rsidRPr="0074270C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B2E">
        <w:rPr>
          <w:rFonts w:ascii="Times New Roman" w:hAnsi="Times New Roman"/>
          <w:b/>
          <w:sz w:val="24"/>
          <w:szCs w:val="24"/>
        </w:rPr>
        <w:t>Secretar</w:t>
      </w:r>
      <w:r w:rsidRPr="00E11B2E">
        <w:rPr>
          <w:rFonts w:ascii="Times New Roman" w:hAnsi="Times New Roman"/>
          <w:sz w:val="24"/>
          <w:szCs w:val="24"/>
        </w:rPr>
        <w:t>: Lect. Dr. Cristina Băniceru</w:t>
      </w:r>
    </w:p>
    <w:p w:rsidR="00911BC4" w:rsidRPr="0074270C" w:rsidRDefault="00911BC4" w:rsidP="005C4B97">
      <w:pPr>
        <w:spacing w:after="0" w:line="240" w:lineRule="auto"/>
        <w:jc w:val="both"/>
      </w:pPr>
      <w:r w:rsidRPr="0074270C">
        <w:rPr>
          <w:rFonts w:ascii="Times New Roman" w:hAnsi="Times New Roman"/>
          <w:b/>
          <w:sz w:val="24"/>
          <w:szCs w:val="24"/>
        </w:rPr>
        <w:t>Contestații:</w:t>
      </w:r>
    </w:p>
    <w:p w:rsidR="00911BC4" w:rsidRDefault="00911BC4" w:rsidP="003B0320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Președinte: </w:t>
      </w:r>
      <w:r w:rsidRPr="0074270C">
        <w:rPr>
          <w:rFonts w:ascii="Times New Roman" w:hAnsi="Times New Roman"/>
          <w:sz w:val="24"/>
          <w:szCs w:val="24"/>
        </w:rPr>
        <w:t>Conf. Dr. Reghina Dascăl</w:t>
      </w:r>
      <w:r w:rsidRPr="007D38D7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 </w:t>
      </w:r>
    </w:p>
    <w:p w:rsidR="00911BC4" w:rsidRDefault="00911BC4" w:rsidP="003B0320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 w:rsidRPr="007D38D7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>:</w:t>
      </w:r>
      <w:r w:rsidRPr="003B0320">
        <w:rPr>
          <w:rFonts w:ascii="Times New Roman" w:hAnsi="Times New Roman"/>
          <w:sz w:val="24"/>
          <w:szCs w:val="24"/>
        </w:rPr>
        <w:t xml:space="preserve"> </w:t>
      </w:r>
      <w:r w:rsidRPr="0074270C">
        <w:rPr>
          <w:rFonts w:ascii="Times New Roman" w:hAnsi="Times New Roman"/>
          <w:sz w:val="24"/>
          <w:szCs w:val="24"/>
        </w:rPr>
        <w:t>Lect. Dr. Aba-Carina Pârlog, Lect. Dr. Sorin Ciutacu</w:t>
      </w:r>
    </w:p>
    <w:p w:rsidR="00911BC4" w:rsidRPr="0074270C" w:rsidRDefault="00911BC4" w:rsidP="003B032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11BC4" w:rsidRPr="00EE6CD2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6CD2">
        <w:rPr>
          <w:rFonts w:ascii="Times New Roman" w:hAnsi="Times New Roman"/>
          <w:b/>
          <w:sz w:val="24"/>
          <w:szCs w:val="24"/>
        </w:rPr>
        <w:t>Limbi Moderne Aplicate</w:t>
      </w:r>
    </w:p>
    <w:p w:rsidR="00911BC4" w:rsidRPr="0074270C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0C">
        <w:rPr>
          <w:rFonts w:ascii="Times New Roman" w:hAnsi="Times New Roman"/>
          <w:b/>
          <w:sz w:val="24"/>
          <w:szCs w:val="24"/>
        </w:rPr>
        <w:t xml:space="preserve">Preşedinte: </w:t>
      </w:r>
      <w:r w:rsidRPr="0074270C">
        <w:rPr>
          <w:rFonts w:ascii="Times New Roman" w:hAnsi="Times New Roman"/>
          <w:sz w:val="24"/>
          <w:szCs w:val="24"/>
        </w:rPr>
        <w:t>Conf. Dr. Mihaela Cozma</w:t>
      </w:r>
    </w:p>
    <w:p w:rsidR="00911BC4" w:rsidRPr="0074270C" w:rsidRDefault="00911BC4" w:rsidP="005C4B97">
      <w:pPr>
        <w:spacing w:after="0" w:line="240" w:lineRule="auto"/>
        <w:jc w:val="both"/>
      </w:pPr>
      <w:r w:rsidRPr="0074270C">
        <w:rPr>
          <w:rFonts w:ascii="Times New Roman" w:hAnsi="Times New Roman"/>
          <w:b/>
          <w:sz w:val="24"/>
          <w:szCs w:val="24"/>
        </w:rPr>
        <w:t>Membri</w:t>
      </w:r>
      <w:r w:rsidRPr="0074270C">
        <w:rPr>
          <w:rFonts w:ascii="Times New Roman" w:hAnsi="Times New Roman"/>
          <w:sz w:val="24"/>
          <w:szCs w:val="24"/>
        </w:rPr>
        <w:t>: Lect. Dr. Andreea Șerban, Lect. Dr. Eliza Filimon</w:t>
      </w:r>
    </w:p>
    <w:p w:rsidR="00911BC4" w:rsidRPr="0074270C" w:rsidRDefault="00911BC4" w:rsidP="005C4B97">
      <w:pPr>
        <w:spacing w:after="0" w:line="240" w:lineRule="auto"/>
        <w:jc w:val="both"/>
      </w:pPr>
      <w:r w:rsidRPr="0074270C">
        <w:rPr>
          <w:rFonts w:ascii="Times New Roman" w:hAnsi="Times New Roman"/>
          <w:b/>
          <w:bCs/>
          <w:sz w:val="24"/>
          <w:szCs w:val="24"/>
        </w:rPr>
        <w:t xml:space="preserve">Membri supleanti: </w:t>
      </w:r>
      <w:r w:rsidRPr="0074270C">
        <w:rPr>
          <w:rFonts w:ascii="Times New Roman" w:hAnsi="Times New Roman"/>
          <w:sz w:val="24"/>
          <w:szCs w:val="24"/>
        </w:rPr>
        <w:t>Conf. Dr. Luminița Frențiu, Conf. Dr. Loredana Pungă, Asist. Dr. Romanița Jumanca</w:t>
      </w:r>
    </w:p>
    <w:p w:rsidR="00911BC4" w:rsidRPr="0074270C" w:rsidRDefault="00911BC4" w:rsidP="005C4B97">
      <w:pPr>
        <w:spacing w:after="0" w:line="240" w:lineRule="auto"/>
        <w:jc w:val="both"/>
      </w:pPr>
      <w:r w:rsidRPr="0074270C">
        <w:rPr>
          <w:rFonts w:ascii="Times New Roman" w:hAnsi="Times New Roman"/>
          <w:b/>
          <w:sz w:val="24"/>
          <w:szCs w:val="24"/>
        </w:rPr>
        <w:t>Secretar</w:t>
      </w:r>
      <w:r w:rsidRPr="0074270C">
        <w:rPr>
          <w:rFonts w:ascii="Times New Roman" w:hAnsi="Times New Roman"/>
          <w:sz w:val="24"/>
          <w:szCs w:val="24"/>
        </w:rPr>
        <w:t>: Lect. Dr. Valentina Mureșan</w:t>
      </w:r>
    </w:p>
    <w:p w:rsidR="00911BC4" w:rsidRPr="0074270C" w:rsidRDefault="00911BC4" w:rsidP="0058264F">
      <w:pPr>
        <w:spacing w:after="0" w:line="240" w:lineRule="auto"/>
        <w:jc w:val="both"/>
      </w:pPr>
      <w:r w:rsidRPr="0074270C">
        <w:rPr>
          <w:rFonts w:ascii="Times New Roman" w:hAnsi="Times New Roman"/>
          <w:b/>
          <w:sz w:val="24"/>
          <w:szCs w:val="24"/>
        </w:rPr>
        <w:t>Contestații:</w:t>
      </w:r>
    </w:p>
    <w:p w:rsidR="00911BC4" w:rsidRDefault="00911BC4" w:rsidP="0058264F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Președinte: </w:t>
      </w:r>
      <w:r w:rsidRPr="0074270C">
        <w:rPr>
          <w:rFonts w:ascii="Times New Roman" w:hAnsi="Times New Roman"/>
          <w:sz w:val="24"/>
          <w:szCs w:val="24"/>
        </w:rPr>
        <w:t>Conf. Dr. Reghina Dascăl</w:t>
      </w:r>
      <w:r w:rsidRPr="007D38D7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 </w:t>
      </w:r>
    </w:p>
    <w:p w:rsidR="00911BC4" w:rsidRDefault="00911BC4" w:rsidP="0058264F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 w:rsidRPr="007D38D7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Membri</w:t>
      </w:r>
      <w:r>
        <w:rPr>
          <w:rFonts w:ascii="Times New Roman" w:hAnsi="Times New Roman"/>
          <w:bCs/>
          <w:color w:val="000000"/>
          <w:sz w:val="24"/>
          <w:szCs w:val="24"/>
          <w:lang w:val="it-IT"/>
        </w:rPr>
        <w:t>:</w:t>
      </w:r>
      <w:r w:rsidRPr="003B0320">
        <w:rPr>
          <w:rFonts w:ascii="Times New Roman" w:hAnsi="Times New Roman"/>
          <w:sz w:val="24"/>
          <w:szCs w:val="24"/>
        </w:rPr>
        <w:t xml:space="preserve"> </w:t>
      </w:r>
      <w:r w:rsidRPr="0074270C">
        <w:rPr>
          <w:rFonts w:ascii="Times New Roman" w:hAnsi="Times New Roman"/>
          <w:sz w:val="24"/>
          <w:szCs w:val="24"/>
        </w:rPr>
        <w:t>Lect. Dr. Aba-Carina Pârlog, Lect. Dr. Sorin Ciutacu</w:t>
      </w:r>
    </w:p>
    <w:p w:rsidR="00911BC4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1BC4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5669">
        <w:rPr>
          <w:rFonts w:ascii="Times New Roman" w:hAnsi="Times New Roman"/>
          <w:b/>
          <w:sz w:val="24"/>
          <w:szCs w:val="24"/>
        </w:rPr>
        <w:t>COLECTIVUL DE LIMBA ŞI LITERATURA GERMANĂ</w:t>
      </w:r>
    </w:p>
    <w:p w:rsidR="00911BC4" w:rsidRPr="00705669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1BC4" w:rsidRPr="00705669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5669">
        <w:rPr>
          <w:rFonts w:ascii="Times New Roman" w:hAnsi="Times New Roman"/>
          <w:b/>
          <w:sz w:val="24"/>
          <w:szCs w:val="24"/>
        </w:rPr>
        <w:t>Licenţă Limbi şi Literaturi</w:t>
      </w:r>
    </w:p>
    <w:p w:rsidR="00911BC4" w:rsidRPr="00705669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669">
        <w:rPr>
          <w:rFonts w:ascii="Times New Roman" w:hAnsi="Times New Roman"/>
          <w:b/>
          <w:sz w:val="24"/>
          <w:szCs w:val="24"/>
        </w:rPr>
        <w:t xml:space="preserve">Preşedinte: </w:t>
      </w:r>
      <w:r w:rsidRPr="00705669">
        <w:rPr>
          <w:rFonts w:ascii="Times New Roman" w:hAnsi="Times New Roman"/>
          <w:sz w:val="24"/>
          <w:szCs w:val="24"/>
        </w:rPr>
        <w:t>Lector univ. dr. Beate Petra Kory</w:t>
      </w:r>
    </w:p>
    <w:p w:rsidR="00911BC4" w:rsidRPr="00705669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669">
        <w:rPr>
          <w:rFonts w:ascii="Times New Roman" w:hAnsi="Times New Roman"/>
          <w:b/>
          <w:sz w:val="24"/>
          <w:szCs w:val="24"/>
        </w:rPr>
        <w:t xml:space="preserve">Membri: </w:t>
      </w:r>
      <w:r w:rsidRPr="00705669">
        <w:rPr>
          <w:rFonts w:ascii="Times New Roman" w:hAnsi="Times New Roman"/>
          <w:sz w:val="24"/>
          <w:szCs w:val="24"/>
        </w:rPr>
        <w:t>Lector univ. dr. Alvina Ivănescu</w:t>
      </w:r>
      <w:r>
        <w:rPr>
          <w:rFonts w:ascii="Times New Roman" w:hAnsi="Times New Roman"/>
          <w:sz w:val="24"/>
          <w:szCs w:val="24"/>
        </w:rPr>
        <w:t>, Conferențiar</w:t>
      </w:r>
      <w:r w:rsidRPr="00705669">
        <w:rPr>
          <w:rFonts w:ascii="Times New Roman" w:hAnsi="Times New Roman"/>
          <w:sz w:val="24"/>
          <w:szCs w:val="24"/>
        </w:rPr>
        <w:t xml:space="preserve"> univ. dr. Laura Cheie</w:t>
      </w:r>
    </w:p>
    <w:p w:rsidR="00911BC4" w:rsidRPr="00705669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669">
        <w:rPr>
          <w:rFonts w:ascii="Times New Roman" w:hAnsi="Times New Roman"/>
          <w:b/>
          <w:sz w:val="24"/>
          <w:szCs w:val="24"/>
        </w:rPr>
        <w:t xml:space="preserve">Secretar: </w:t>
      </w:r>
      <w:r w:rsidRPr="00705669">
        <w:rPr>
          <w:rFonts w:ascii="Times New Roman" w:hAnsi="Times New Roman"/>
          <w:sz w:val="24"/>
          <w:szCs w:val="24"/>
        </w:rPr>
        <w:t>Asistent univ. dr. Gabriela Şandor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Membri supleanți: </w:t>
      </w:r>
      <w:r w:rsidRPr="0031788B">
        <w:rPr>
          <w:rFonts w:ascii="Times New Roman" w:hAnsi="Times New Roman"/>
          <w:sz w:val="24"/>
          <w:szCs w:val="24"/>
        </w:rPr>
        <w:t>Asistent univ. dr. Alina Olenici-Crăciunescu, Asistent univ. dr. Maria Stângă</w:t>
      </w:r>
    </w:p>
    <w:p w:rsidR="00911BC4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Pr="0031788B">
        <w:rPr>
          <w:rFonts w:ascii="Times New Roman" w:hAnsi="Times New Roman"/>
          <w:b/>
          <w:sz w:val="24"/>
          <w:szCs w:val="24"/>
        </w:rPr>
        <w:t xml:space="preserve">ontestaţii: </w:t>
      </w:r>
    </w:p>
    <w:p w:rsidR="00911BC4" w:rsidRDefault="00911BC4" w:rsidP="006A05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Președinte: </w:t>
      </w:r>
      <w:r w:rsidRPr="0031788B">
        <w:rPr>
          <w:rFonts w:ascii="Times New Roman" w:hAnsi="Times New Roman"/>
          <w:sz w:val="24"/>
          <w:szCs w:val="24"/>
        </w:rPr>
        <w:t>Conferenția</w:t>
      </w:r>
      <w:r>
        <w:rPr>
          <w:rFonts w:ascii="Times New Roman" w:hAnsi="Times New Roman"/>
          <w:sz w:val="24"/>
          <w:szCs w:val="24"/>
        </w:rPr>
        <w:t>r univ. dr. Grazziella Predoiu,</w:t>
      </w:r>
    </w:p>
    <w:p w:rsidR="00911BC4" w:rsidRPr="0031788B" w:rsidRDefault="00911BC4" w:rsidP="006A05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05BE">
        <w:rPr>
          <w:rFonts w:ascii="Times New Roman" w:hAnsi="Times New Roman"/>
          <w:b/>
          <w:sz w:val="24"/>
          <w:szCs w:val="24"/>
        </w:rPr>
        <w:t>Membri: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788B">
        <w:rPr>
          <w:rFonts w:ascii="Times New Roman" w:hAnsi="Times New Roman"/>
          <w:sz w:val="24"/>
          <w:szCs w:val="24"/>
        </w:rPr>
        <w:t>Lector univ. dr. Kinga Gáll, Asistent univ. dr. Mihaela Șandor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>Licenţă Limbi Moderne Aplicate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Preşedinte: </w:t>
      </w:r>
      <w:r w:rsidRPr="0031788B">
        <w:rPr>
          <w:rFonts w:ascii="Times New Roman" w:hAnsi="Times New Roman"/>
          <w:sz w:val="24"/>
          <w:szCs w:val="24"/>
        </w:rPr>
        <w:t>Lector univ. dr. Kinga Gáll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Membri: </w:t>
      </w:r>
      <w:r w:rsidRPr="0031788B">
        <w:rPr>
          <w:rFonts w:ascii="Times New Roman" w:hAnsi="Times New Roman"/>
          <w:sz w:val="24"/>
          <w:szCs w:val="24"/>
        </w:rPr>
        <w:t>Conferențiar univ. dr. Laura Cheie, Lector univ. dr. Karla Lupşan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Secretar: </w:t>
      </w:r>
      <w:r w:rsidRPr="0031788B">
        <w:rPr>
          <w:rFonts w:ascii="Times New Roman" w:hAnsi="Times New Roman"/>
          <w:sz w:val="24"/>
          <w:szCs w:val="24"/>
        </w:rPr>
        <w:t>Asistent univ. dr. Maria Stângă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Membri supleanți: </w:t>
      </w:r>
      <w:r w:rsidRPr="0031788B">
        <w:rPr>
          <w:rFonts w:ascii="Times New Roman" w:hAnsi="Times New Roman"/>
          <w:sz w:val="24"/>
          <w:szCs w:val="24"/>
        </w:rPr>
        <w:t>Asistent univ. dr. Alina Olenici-Crăciunescu, Asistent univ. dr. Gabriela Şandor</w:t>
      </w:r>
    </w:p>
    <w:p w:rsidR="00911BC4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Pr="0031788B">
        <w:rPr>
          <w:rFonts w:ascii="Times New Roman" w:hAnsi="Times New Roman"/>
          <w:b/>
          <w:sz w:val="24"/>
          <w:szCs w:val="24"/>
        </w:rPr>
        <w:t xml:space="preserve">ontestaţii: </w:t>
      </w:r>
    </w:p>
    <w:p w:rsidR="00911BC4" w:rsidRDefault="00911BC4" w:rsidP="006A05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Președinte: </w:t>
      </w:r>
      <w:r w:rsidRPr="0031788B">
        <w:rPr>
          <w:rFonts w:ascii="Times New Roman" w:hAnsi="Times New Roman"/>
          <w:sz w:val="24"/>
          <w:szCs w:val="24"/>
        </w:rPr>
        <w:t>Conferenți</w:t>
      </w:r>
      <w:r>
        <w:rPr>
          <w:rFonts w:ascii="Times New Roman" w:hAnsi="Times New Roman"/>
          <w:sz w:val="24"/>
          <w:szCs w:val="24"/>
        </w:rPr>
        <w:t>ar univ. dr. Grazziella Predoiu</w:t>
      </w:r>
      <w:r w:rsidRPr="0031788B">
        <w:rPr>
          <w:rFonts w:ascii="Times New Roman" w:hAnsi="Times New Roman"/>
          <w:sz w:val="24"/>
          <w:szCs w:val="24"/>
        </w:rPr>
        <w:t xml:space="preserve"> </w:t>
      </w:r>
    </w:p>
    <w:p w:rsidR="00911BC4" w:rsidRPr="0031788B" w:rsidRDefault="00911BC4" w:rsidP="006A05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05BE">
        <w:rPr>
          <w:rFonts w:ascii="Times New Roman" w:hAnsi="Times New Roman"/>
          <w:b/>
          <w:sz w:val="24"/>
          <w:szCs w:val="24"/>
        </w:rPr>
        <w:t>Membri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1788B">
        <w:rPr>
          <w:rFonts w:ascii="Times New Roman" w:hAnsi="Times New Roman"/>
          <w:sz w:val="24"/>
          <w:szCs w:val="24"/>
        </w:rPr>
        <w:t>Lector univ. dr. Beate Petra Kory, Lector univ. dr. Alvina Ivănescu</w:t>
      </w:r>
    </w:p>
    <w:p w:rsidR="00911BC4" w:rsidRPr="00293C67" w:rsidRDefault="00911BC4" w:rsidP="005C4B97">
      <w:pPr>
        <w:spacing w:after="0" w:line="240" w:lineRule="auto"/>
      </w:pP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C67">
        <w:rPr>
          <w:rFonts w:ascii="Times New Roman" w:hAnsi="Times New Roman"/>
          <w:b/>
          <w:sz w:val="24"/>
          <w:szCs w:val="24"/>
        </w:rPr>
        <w:t>COLECTIVUL DE LIMBI ȘI LITERATURI ROMANICE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1BC4" w:rsidRDefault="00911BC4" w:rsidP="005C4B9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B3781">
        <w:rPr>
          <w:rFonts w:ascii="Times New Roman" w:hAnsi="Times New Roman"/>
          <w:b/>
          <w:sz w:val="24"/>
          <w:szCs w:val="24"/>
        </w:rPr>
        <w:t>Limbi și Literaturi</w:t>
      </w:r>
    </w:p>
    <w:p w:rsidR="00911BC4" w:rsidRPr="00FB3781" w:rsidRDefault="00911BC4" w:rsidP="005C4B9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11BC4" w:rsidRDefault="00911BC4" w:rsidP="005C4B9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93C67">
        <w:rPr>
          <w:rFonts w:ascii="Times New Roman" w:hAnsi="Times New Roman"/>
          <w:b/>
          <w:sz w:val="24"/>
          <w:szCs w:val="24"/>
        </w:rPr>
        <w:t>Limba si literatura franceză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3A94">
        <w:rPr>
          <w:rFonts w:ascii="Times New Roman" w:hAnsi="Times New Roman"/>
          <w:b/>
          <w:sz w:val="24"/>
          <w:szCs w:val="24"/>
        </w:rPr>
        <w:t>Preşedinte</w:t>
      </w:r>
      <w:r w:rsidRPr="007C3A94">
        <w:rPr>
          <w:rFonts w:ascii="Times New Roman" w:hAnsi="Times New Roman"/>
          <w:sz w:val="24"/>
          <w:szCs w:val="24"/>
        </w:rPr>
        <w:t xml:space="preserve">: lect. dr. Eugenia Tănase 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3A94">
        <w:rPr>
          <w:rFonts w:ascii="Times New Roman" w:hAnsi="Times New Roman"/>
          <w:b/>
          <w:sz w:val="24"/>
          <w:szCs w:val="24"/>
        </w:rPr>
        <w:t>Membri:</w:t>
      </w:r>
      <w:r w:rsidRPr="007C3A94">
        <w:rPr>
          <w:rFonts w:ascii="Times New Roman" w:hAnsi="Times New Roman"/>
          <w:sz w:val="24"/>
          <w:szCs w:val="24"/>
        </w:rPr>
        <w:t xml:space="preserve"> Prof. univ. dr. Vasile Popovici,  asist. dr. </w:t>
      </w:r>
      <w:r w:rsidRPr="007C3A94">
        <w:rPr>
          <w:rFonts w:ascii="Times New Roman" w:hAnsi="Times New Roman"/>
          <w:sz w:val="24"/>
          <w:szCs w:val="24"/>
          <w:lang w:val="it-IT"/>
        </w:rPr>
        <w:t>Cristina Tănase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3A94">
        <w:rPr>
          <w:rFonts w:ascii="Times New Roman" w:hAnsi="Times New Roman"/>
          <w:b/>
          <w:sz w:val="24"/>
          <w:szCs w:val="24"/>
        </w:rPr>
        <w:t>Secretar</w:t>
      </w:r>
      <w:r w:rsidRPr="007C3A94">
        <w:rPr>
          <w:rFonts w:ascii="Times New Roman" w:hAnsi="Times New Roman"/>
          <w:sz w:val="24"/>
          <w:szCs w:val="24"/>
        </w:rPr>
        <w:t xml:space="preserve">: asistent dr. Andreea Gheorghiu 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</w:rPr>
        <w:t>Membri supleanţi</w:t>
      </w:r>
      <w:r w:rsidRPr="007C3A94">
        <w:rPr>
          <w:rFonts w:ascii="Times New Roman" w:hAnsi="Times New Roman"/>
          <w:sz w:val="24"/>
          <w:szCs w:val="24"/>
        </w:rPr>
        <w:t xml:space="preserve">: asist. dr. Ioana Marcu, </w:t>
      </w:r>
      <w:bookmarkStart w:id="1" w:name="_Hlk6474361"/>
      <w:r w:rsidRPr="007C3A94">
        <w:rPr>
          <w:rFonts w:ascii="Times New Roman" w:hAnsi="Times New Roman"/>
          <w:sz w:val="24"/>
          <w:szCs w:val="24"/>
          <w:lang w:val="it-IT"/>
        </w:rPr>
        <w:t xml:space="preserve"> </w:t>
      </w:r>
      <w:bookmarkEnd w:id="1"/>
      <w:r w:rsidRPr="007C3A94">
        <w:rPr>
          <w:rFonts w:ascii="Times New Roman" w:hAnsi="Times New Roman"/>
          <w:sz w:val="24"/>
          <w:szCs w:val="24"/>
          <w:lang w:val="it-IT"/>
        </w:rPr>
        <w:t>c</w:t>
      </w:r>
      <w:r w:rsidRPr="007C3A94">
        <w:rPr>
          <w:rFonts w:ascii="Times New Roman" w:hAnsi="Times New Roman"/>
          <w:sz w:val="24"/>
          <w:szCs w:val="24"/>
        </w:rPr>
        <w:t>onf. univ. dr. Ramona Maliţa</w:t>
      </w:r>
    </w:p>
    <w:p w:rsidR="00911BC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  <w:lang w:val="it-IT"/>
        </w:rPr>
        <w:t>Contestații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: </w:t>
      </w:r>
    </w:p>
    <w:p w:rsidR="00911BC4" w:rsidRDefault="00911BC4" w:rsidP="00650D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Președinte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7C3A94">
        <w:rPr>
          <w:rFonts w:ascii="Times New Roman" w:hAnsi="Times New Roman"/>
          <w:sz w:val="24"/>
          <w:szCs w:val="24"/>
          <w:lang w:val="it-IT"/>
        </w:rPr>
        <w:t>Conf. dr. Mariana Pitar</w:t>
      </w:r>
    </w:p>
    <w:p w:rsidR="00911BC4" w:rsidRPr="007C3A94" w:rsidRDefault="00911BC4" w:rsidP="00650D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Membri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Lector dr. Adina Tihu, , lector dr. Neli Eiben </w:t>
      </w:r>
    </w:p>
    <w:p w:rsidR="00911BC4" w:rsidRPr="007C3A94" w:rsidRDefault="00911BC4" w:rsidP="005C4B9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911BC4" w:rsidRDefault="00911BC4" w:rsidP="005C4B9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  <w:lang w:val="it-IT"/>
        </w:rPr>
        <w:t>Limba şi literatura italiană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3A94">
        <w:rPr>
          <w:rFonts w:ascii="Times New Roman" w:hAnsi="Times New Roman"/>
          <w:b/>
          <w:sz w:val="24"/>
          <w:szCs w:val="24"/>
          <w:lang w:val="it-IT"/>
        </w:rPr>
        <w:t>Preşedinte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: Lector dr. </w:t>
      </w:r>
      <w:r w:rsidRPr="007C3A94">
        <w:rPr>
          <w:rFonts w:ascii="Times New Roman" w:hAnsi="Times New Roman"/>
          <w:sz w:val="24"/>
          <w:szCs w:val="24"/>
        </w:rPr>
        <w:t>Mirela Boncea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</w:rPr>
        <w:t>Membri:</w:t>
      </w:r>
      <w:r w:rsidRPr="007C3A94">
        <w:rPr>
          <w:rFonts w:ascii="Times New Roman" w:hAnsi="Times New Roman"/>
          <w:sz w:val="24"/>
          <w:szCs w:val="24"/>
        </w:rPr>
        <w:t xml:space="preserve"> lector dr. </w:t>
      </w:r>
      <w:r w:rsidRPr="007C3A94">
        <w:rPr>
          <w:rFonts w:ascii="Times New Roman" w:hAnsi="Times New Roman"/>
          <w:sz w:val="24"/>
          <w:szCs w:val="24"/>
          <w:lang w:val="it-IT"/>
        </w:rPr>
        <w:t>Iulia Cosma, lector.it. Linda Gaia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  <w:lang w:val="it-IT"/>
        </w:rPr>
        <w:t>Secretar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: lector dr. </w:t>
      </w:r>
      <w:r>
        <w:rPr>
          <w:rFonts w:ascii="Times New Roman" w:hAnsi="Times New Roman"/>
          <w:sz w:val="24"/>
          <w:szCs w:val="24"/>
          <w:lang w:val="it-IT"/>
        </w:rPr>
        <w:t>Ioana Marcu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  <w:lang w:val="it-IT"/>
        </w:rPr>
        <w:t>Membri supleanţi</w:t>
      </w:r>
      <w:r w:rsidRPr="007C3A94">
        <w:rPr>
          <w:rFonts w:ascii="Times New Roman" w:hAnsi="Times New Roman"/>
          <w:sz w:val="24"/>
          <w:szCs w:val="24"/>
          <w:lang w:val="it-IT"/>
        </w:rPr>
        <w:t>: Conf. univ.dr. Ramona Maliţa, conf. dr. Codruța Goșa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  <w:lang w:val="it-IT"/>
        </w:rPr>
        <w:t>Contestații: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  </w:t>
      </w:r>
    </w:p>
    <w:p w:rsidR="00911BC4" w:rsidRDefault="00911BC4" w:rsidP="000630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Președinte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7C3A94">
        <w:rPr>
          <w:rFonts w:ascii="Times New Roman" w:hAnsi="Times New Roman"/>
          <w:sz w:val="24"/>
          <w:szCs w:val="24"/>
          <w:lang w:val="it-IT"/>
        </w:rPr>
        <w:t>Conf. dr. Mariana Pitar</w:t>
      </w:r>
    </w:p>
    <w:p w:rsidR="00911BC4" w:rsidRPr="007C3A94" w:rsidRDefault="00911BC4" w:rsidP="000630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Membri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Lector dr. Adina Tihu, lect.dr. Daniele Pantaleoni, 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  <w:lang w:val="it-IT"/>
        </w:rPr>
        <w:t>Limba și literatura spaniolă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  <w:lang w:val="it-IT"/>
        </w:rPr>
        <w:t>Preşedinte</w:t>
      </w:r>
      <w:r w:rsidRPr="007C3A94">
        <w:rPr>
          <w:rFonts w:ascii="Times New Roman" w:hAnsi="Times New Roman"/>
          <w:sz w:val="24"/>
          <w:szCs w:val="24"/>
          <w:lang w:val="it-IT"/>
        </w:rPr>
        <w:t>: Conf. univ. dr. Ilinca Tăranu</w:t>
      </w:r>
      <w:r w:rsidRPr="007C3A94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  <w:lang w:val="it-IT"/>
        </w:rPr>
        <w:t>Membri: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 conf. univ. dr. Luminiţa Vleja, lect.dr. Raluca Vîlceanu 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C3A94">
        <w:rPr>
          <w:rFonts w:ascii="Times New Roman" w:hAnsi="Times New Roman"/>
          <w:b/>
          <w:sz w:val="24"/>
          <w:szCs w:val="24"/>
          <w:lang w:val="en-US"/>
        </w:rPr>
        <w:t>Secretar</w:t>
      </w:r>
      <w:r w:rsidRPr="007C3A94">
        <w:rPr>
          <w:rFonts w:ascii="Times New Roman" w:hAnsi="Times New Roman"/>
          <w:sz w:val="24"/>
          <w:szCs w:val="24"/>
          <w:lang w:val="en-US"/>
        </w:rPr>
        <w:t>: asist. dr. Raluca Ciortea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  <w:lang w:val="en-US"/>
        </w:rPr>
        <w:t>Membri supleanţi</w:t>
      </w:r>
      <w:r w:rsidRPr="007C3A94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asist. Dr. Ioana Marcu</w:t>
      </w:r>
      <w:r w:rsidRPr="007C3A94">
        <w:rPr>
          <w:rFonts w:ascii="Times New Roman" w:hAnsi="Times New Roman"/>
          <w:sz w:val="24"/>
          <w:szCs w:val="24"/>
        </w:rPr>
        <w:t xml:space="preserve"> </w:t>
      </w:r>
    </w:p>
    <w:p w:rsidR="00911BC4" w:rsidRPr="007C3A9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b/>
          <w:sz w:val="24"/>
          <w:szCs w:val="24"/>
        </w:rPr>
        <w:t>Contestații:</w:t>
      </w:r>
      <w:r w:rsidRPr="007C3A94">
        <w:rPr>
          <w:rFonts w:ascii="Times New Roman" w:hAnsi="Times New Roman"/>
          <w:sz w:val="24"/>
          <w:szCs w:val="24"/>
        </w:rPr>
        <w:t xml:space="preserve"> </w:t>
      </w:r>
    </w:p>
    <w:p w:rsidR="00911BC4" w:rsidRDefault="00911BC4" w:rsidP="007B0A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7C3A94">
        <w:rPr>
          <w:rFonts w:ascii="Times New Roman" w:hAnsi="Times New Roman"/>
          <w:sz w:val="24"/>
          <w:szCs w:val="24"/>
        </w:rPr>
        <w:t xml:space="preserve"> </w:t>
      </w:r>
      <w:r w:rsidRPr="00650D68">
        <w:rPr>
          <w:rFonts w:ascii="Times New Roman" w:hAnsi="Times New Roman"/>
          <w:b/>
          <w:sz w:val="24"/>
          <w:szCs w:val="24"/>
          <w:lang w:val="it-IT"/>
        </w:rPr>
        <w:t>Președinte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7C3A94">
        <w:rPr>
          <w:rFonts w:ascii="Times New Roman" w:hAnsi="Times New Roman"/>
          <w:sz w:val="24"/>
          <w:szCs w:val="24"/>
        </w:rPr>
        <w:t>conf. dr. Codruța Goșa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911BC4" w:rsidRPr="007C3A94" w:rsidRDefault="00911BC4" w:rsidP="007B0A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Membri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7C3A94">
        <w:rPr>
          <w:rFonts w:ascii="Times New Roman" w:hAnsi="Times New Roman"/>
          <w:sz w:val="24"/>
          <w:szCs w:val="24"/>
        </w:rPr>
        <w:t xml:space="preserve">lector sp. Adolfo Rodriquez Posada, , </w:t>
      </w:r>
      <w:r w:rsidRPr="007C3A94">
        <w:rPr>
          <w:rFonts w:ascii="Times New Roman" w:hAnsi="Times New Roman"/>
          <w:sz w:val="24"/>
          <w:szCs w:val="24"/>
          <w:lang w:val="it-IT"/>
        </w:rPr>
        <w:t>lector.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it. Linda Gaia 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1BC4" w:rsidRPr="00FB3781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3781">
        <w:rPr>
          <w:rFonts w:ascii="Times New Roman" w:hAnsi="Times New Roman"/>
          <w:b/>
          <w:sz w:val="24"/>
          <w:szCs w:val="24"/>
        </w:rPr>
        <w:t>Limbi Moderne Aplicate</w:t>
      </w:r>
    </w:p>
    <w:p w:rsidR="00911BC4" w:rsidRPr="00293C67" w:rsidRDefault="00911BC4" w:rsidP="005C4B9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93C67">
        <w:rPr>
          <w:rFonts w:ascii="Times New Roman" w:hAnsi="Times New Roman"/>
          <w:b/>
          <w:sz w:val="24"/>
          <w:szCs w:val="24"/>
        </w:rPr>
        <w:t>Limba si literatura franceză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293C67">
        <w:rPr>
          <w:rFonts w:ascii="Times New Roman" w:hAnsi="Times New Roman"/>
          <w:b/>
          <w:sz w:val="24"/>
          <w:szCs w:val="24"/>
          <w:lang w:val="en-GB"/>
        </w:rPr>
        <w:t>Preşedinte</w:t>
      </w:r>
      <w:r w:rsidRPr="00293C67">
        <w:rPr>
          <w:rFonts w:ascii="Times New Roman" w:hAnsi="Times New Roman"/>
          <w:sz w:val="24"/>
          <w:szCs w:val="24"/>
          <w:lang w:val="en-GB"/>
        </w:rPr>
        <w:t xml:space="preserve">: prof. univ.dr. Georgiana Badea 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93C67">
        <w:rPr>
          <w:rFonts w:ascii="Times New Roman" w:hAnsi="Times New Roman"/>
          <w:b/>
          <w:sz w:val="24"/>
          <w:szCs w:val="24"/>
        </w:rPr>
        <w:t>Membri</w:t>
      </w:r>
      <w:r w:rsidRPr="00293C67">
        <w:rPr>
          <w:rFonts w:ascii="Times New Roman" w:hAnsi="Times New Roman"/>
          <w:sz w:val="24"/>
          <w:szCs w:val="24"/>
        </w:rPr>
        <w:t xml:space="preserve">: conf. univ. dr. </w:t>
      </w:r>
      <w:r w:rsidRPr="00293C67">
        <w:rPr>
          <w:rFonts w:ascii="Times New Roman" w:hAnsi="Times New Roman"/>
          <w:sz w:val="24"/>
          <w:szCs w:val="24"/>
          <w:lang w:val="it-IT"/>
        </w:rPr>
        <w:t xml:space="preserve">Mariana Pitar, lect. univ. dr. </w:t>
      </w:r>
      <w:r w:rsidRPr="00293C67">
        <w:rPr>
          <w:rFonts w:ascii="Times New Roman" w:hAnsi="Times New Roman"/>
          <w:sz w:val="24"/>
          <w:szCs w:val="24"/>
          <w:lang w:val="en-US"/>
        </w:rPr>
        <w:t xml:space="preserve">Adina Tihu 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3C67">
        <w:rPr>
          <w:rFonts w:ascii="Times New Roman" w:hAnsi="Times New Roman"/>
          <w:b/>
          <w:sz w:val="24"/>
          <w:szCs w:val="24"/>
          <w:lang w:val="en-US"/>
        </w:rPr>
        <w:t>Secretar</w:t>
      </w:r>
      <w:r w:rsidRPr="00293C67">
        <w:rPr>
          <w:rFonts w:ascii="Times New Roman" w:hAnsi="Times New Roman"/>
          <w:sz w:val="24"/>
          <w:szCs w:val="24"/>
          <w:lang w:val="en-US"/>
        </w:rPr>
        <w:t>: lector univ. dr. Neli Eiben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293C67">
        <w:rPr>
          <w:rFonts w:ascii="Times New Roman" w:hAnsi="Times New Roman"/>
          <w:b/>
          <w:sz w:val="24"/>
          <w:szCs w:val="24"/>
          <w:lang w:val="en-US"/>
        </w:rPr>
        <w:t>Membri supleanţi</w:t>
      </w:r>
      <w:r w:rsidRPr="00293C67">
        <w:rPr>
          <w:rFonts w:ascii="Times New Roman" w:hAnsi="Times New Roman"/>
          <w:sz w:val="24"/>
          <w:szCs w:val="24"/>
          <w:lang w:val="en-US"/>
        </w:rPr>
        <w:t xml:space="preserve">: asist. dr. Ioana Marcu, asist. dr. </w:t>
      </w:r>
      <w:r w:rsidRPr="00293C67">
        <w:rPr>
          <w:rFonts w:ascii="Times New Roman" w:hAnsi="Times New Roman"/>
          <w:sz w:val="24"/>
          <w:szCs w:val="24"/>
          <w:lang w:val="it-IT"/>
        </w:rPr>
        <w:t>Cristina Tănase</w:t>
      </w:r>
    </w:p>
    <w:p w:rsidR="00911BC4" w:rsidRDefault="00911BC4" w:rsidP="00466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293C67">
        <w:rPr>
          <w:rFonts w:ascii="Times New Roman" w:hAnsi="Times New Roman"/>
          <w:b/>
          <w:sz w:val="24"/>
          <w:szCs w:val="24"/>
        </w:rPr>
        <w:t>Contestații:</w:t>
      </w:r>
      <w:r w:rsidRPr="00293C67">
        <w:rPr>
          <w:rFonts w:ascii="Times New Roman" w:hAnsi="Times New Roman"/>
          <w:sz w:val="24"/>
          <w:szCs w:val="24"/>
        </w:rPr>
        <w:t xml:space="preserve">  </w:t>
      </w:r>
    </w:p>
    <w:p w:rsidR="00911BC4" w:rsidRDefault="00911BC4" w:rsidP="00466E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Președinte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293C67">
        <w:rPr>
          <w:rFonts w:ascii="Times New Roman" w:hAnsi="Times New Roman"/>
          <w:sz w:val="24"/>
          <w:szCs w:val="24"/>
        </w:rPr>
        <w:t>prof.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C67">
        <w:rPr>
          <w:rFonts w:ascii="Times New Roman" w:hAnsi="Times New Roman"/>
          <w:sz w:val="24"/>
          <w:szCs w:val="24"/>
        </w:rPr>
        <w:t>univ.dr. Vasile Popovici</w:t>
      </w:r>
      <w:r w:rsidRPr="007C3A94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911BC4" w:rsidRPr="00466EB7" w:rsidRDefault="00911BC4" w:rsidP="00466E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Membri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293C67">
        <w:rPr>
          <w:rFonts w:ascii="Times New Roman" w:hAnsi="Times New Roman"/>
          <w:sz w:val="24"/>
          <w:szCs w:val="24"/>
        </w:rPr>
        <w:t xml:space="preserve">asist. univ. dr. </w:t>
      </w:r>
      <w:r w:rsidRPr="00293C67">
        <w:rPr>
          <w:rFonts w:ascii="Times New Roman" w:hAnsi="Times New Roman"/>
          <w:sz w:val="24"/>
          <w:szCs w:val="24"/>
          <w:lang w:val="en-US"/>
        </w:rPr>
        <w:t xml:space="preserve">Andreea Gheorghiu, lector dr. </w:t>
      </w:r>
      <w:r w:rsidRPr="00293C67">
        <w:rPr>
          <w:rFonts w:ascii="Times New Roman" w:hAnsi="Times New Roman"/>
          <w:sz w:val="24"/>
          <w:szCs w:val="24"/>
          <w:lang w:val="en-GB"/>
        </w:rPr>
        <w:t>Eugenia Tănase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11BC4" w:rsidRPr="00293C67" w:rsidRDefault="00911BC4" w:rsidP="005C4B9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93C67">
        <w:rPr>
          <w:rFonts w:ascii="Times New Roman" w:hAnsi="Times New Roman"/>
          <w:b/>
          <w:sz w:val="24"/>
          <w:szCs w:val="24"/>
        </w:rPr>
        <w:t>Limba și literatura spaniolă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C67">
        <w:rPr>
          <w:rFonts w:ascii="Times New Roman" w:hAnsi="Times New Roman"/>
          <w:b/>
          <w:sz w:val="24"/>
          <w:szCs w:val="24"/>
        </w:rPr>
        <w:t>Preşedinte</w:t>
      </w:r>
      <w:r w:rsidRPr="00293C67">
        <w:rPr>
          <w:rFonts w:ascii="Times New Roman" w:hAnsi="Times New Roman"/>
          <w:sz w:val="24"/>
          <w:szCs w:val="24"/>
        </w:rPr>
        <w:t>: Conf. univ. dr. Luminița Vleja</w:t>
      </w:r>
      <w:r w:rsidRPr="00293C67">
        <w:rPr>
          <w:rFonts w:ascii="Times New Roman" w:hAnsi="Times New Roman"/>
          <w:b/>
          <w:sz w:val="24"/>
          <w:szCs w:val="24"/>
        </w:rPr>
        <w:t xml:space="preserve"> 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67">
        <w:rPr>
          <w:rFonts w:ascii="Times New Roman" w:hAnsi="Times New Roman"/>
          <w:b/>
          <w:sz w:val="24"/>
          <w:szCs w:val="24"/>
        </w:rPr>
        <w:t>Membri:</w:t>
      </w:r>
      <w:r w:rsidRPr="00293C67">
        <w:rPr>
          <w:rFonts w:ascii="Times New Roman" w:hAnsi="Times New Roman"/>
          <w:sz w:val="24"/>
          <w:szCs w:val="24"/>
        </w:rPr>
        <w:t xml:space="preserve"> conf. univ. dr. Ilinca Tăranu, lect.dr. Raluca Vîlceanu  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3C67">
        <w:rPr>
          <w:rFonts w:ascii="Times New Roman" w:hAnsi="Times New Roman"/>
          <w:b/>
          <w:sz w:val="24"/>
          <w:szCs w:val="24"/>
          <w:lang w:val="en-US"/>
        </w:rPr>
        <w:t>Secretar</w:t>
      </w:r>
      <w:r w:rsidRPr="00293C67">
        <w:rPr>
          <w:rFonts w:ascii="Times New Roman" w:hAnsi="Times New Roman"/>
          <w:sz w:val="24"/>
          <w:szCs w:val="24"/>
          <w:lang w:val="en-US"/>
        </w:rPr>
        <w:t>: asist. dr. Raluca Ciortea</w:t>
      </w:r>
    </w:p>
    <w:p w:rsidR="00911BC4" w:rsidRPr="00CF7BDB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293C67">
        <w:rPr>
          <w:rFonts w:ascii="Times New Roman" w:hAnsi="Times New Roman"/>
          <w:b/>
          <w:sz w:val="24"/>
          <w:szCs w:val="24"/>
          <w:lang w:val="en-US"/>
        </w:rPr>
        <w:t>Membri supleanţi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</w:rPr>
        <w:t>drd. Roxana Crețu</w:t>
      </w:r>
    </w:p>
    <w:p w:rsidR="00911BC4" w:rsidRPr="00293C67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67">
        <w:rPr>
          <w:rFonts w:ascii="Times New Roman" w:hAnsi="Times New Roman"/>
          <w:b/>
          <w:sz w:val="24"/>
          <w:szCs w:val="24"/>
        </w:rPr>
        <w:t>Contestații:</w:t>
      </w:r>
      <w:r w:rsidRPr="00293C67">
        <w:rPr>
          <w:rFonts w:ascii="Times New Roman" w:hAnsi="Times New Roman"/>
          <w:sz w:val="24"/>
          <w:szCs w:val="24"/>
        </w:rPr>
        <w:t xml:space="preserve">, </w:t>
      </w:r>
    </w:p>
    <w:p w:rsidR="00911BC4" w:rsidRDefault="00911BC4" w:rsidP="00AA7D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Președinte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7C3A94">
        <w:rPr>
          <w:rFonts w:ascii="Times New Roman" w:hAnsi="Times New Roman"/>
          <w:sz w:val="24"/>
          <w:szCs w:val="24"/>
        </w:rPr>
        <w:t>conf. dr. Codruța Goșa</w:t>
      </w:r>
      <w:r w:rsidRPr="00293C67">
        <w:rPr>
          <w:rFonts w:ascii="Times New Roman" w:hAnsi="Times New Roman"/>
          <w:sz w:val="24"/>
          <w:szCs w:val="24"/>
        </w:rPr>
        <w:t xml:space="preserve"> </w:t>
      </w:r>
    </w:p>
    <w:p w:rsidR="00911BC4" w:rsidRPr="00466EB7" w:rsidRDefault="00911BC4" w:rsidP="00AA7D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Membri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293C67">
        <w:rPr>
          <w:rFonts w:ascii="Times New Roman" w:hAnsi="Times New Roman"/>
          <w:sz w:val="24"/>
          <w:szCs w:val="24"/>
        </w:rPr>
        <w:t xml:space="preserve">lector sp. Adolfo Rodriquez Posada, lector dr. Iulia Cosma 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1BC4" w:rsidRDefault="00911BC4" w:rsidP="005C4B97">
      <w:pPr>
        <w:pStyle w:val="m277783359275515751ydpe103784amsonormal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  <w:lang w:val="fr-FR"/>
        </w:rPr>
      </w:pPr>
      <w:r>
        <w:rPr>
          <w:b/>
          <w:bCs/>
          <w:color w:val="222222"/>
          <w:lang w:val="fr-FR"/>
        </w:rPr>
        <w:t>COLECTIVUL DE LIMBA SARBA ȘI CROATA</w:t>
      </w:r>
    </w:p>
    <w:p w:rsidR="00911BC4" w:rsidRDefault="00911BC4" w:rsidP="005C4B97">
      <w:pPr>
        <w:pStyle w:val="m277783359275515751ydpe103784a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22222"/>
          <w:sz w:val="20"/>
          <w:szCs w:val="20"/>
        </w:rPr>
      </w:pPr>
    </w:p>
    <w:p w:rsidR="00911BC4" w:rsidRDefault="00911BC4" w:rsidP="005C4B97">
      <w:pPr>
        <w:pStyle w:val="m277783359275515751ydpe103784amsonormal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  <w:lang w:val="fr-FR"/>
        </w:rPr>
      </w:pPr>
      <w:r>
        <w:rPr>
          <w:b/>
          <w:bCs/>
          <w:color w:val="222222"/>
          <w:lang w:val="fr-FR"/>
        </w:rPr>
        <w:t>Licență Limbi și Literaturi</w:t>
      </w:r>
    </w:p>
    <w:p w:rsidR="00911BC4" w:rsidRDefault="00911BC4" w:rsidP="005C4B97">
      <w:pPr>
        <w:pStyle w:val="m277783359275515751ydpe103784a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22222"/>
          <w:sz w:val="20"/>
          <w:szCs w:val="20"/>
        </w:rPr>
      </w:pPr>
      <w:r>
        <w:rPr>
          <w:b/>
          <w:bCs/>
          <w:color w:val="222222"/>
          <w:lang w:val="fr-FR"/>
        </w:rPr>
        <w:t xml:space="preserve">Preşedinte: </w:t>
      </w:r>
      <w:r>
        <w:rPr>
          <w:color w:val="222222"/>
          <w:lang w:val="fr-FR"/>
        </w:rPr>
        <w:t>prof. univ. dr. M. Radan</w:t>
      </w:r>
    </w:p>
    <w:p w:rsidR="00911BC4" w:rsidRDefault="00911BC4" w:rsidP="005C4B97">
      <w:pPr>
        <w:pStyle w:val="m277783359275515751ydpe103784a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22222"/>
          <w:sz w:val="20"/>
          <w:szCs w:val="20"/>
        </w:rPr>
      </w:pPr>
      <w:r>
        <w:rPr>
          <w:b/>
          <w:bCs/>
          <w:color w:val="222222"/>
          <w:lang w:val="fr-FR"/>
        </w:rPr>
        <w:t xml:space="preserve">Membri: </w:t>
      </w:r>
      <w:r>
        <w:rPr>
          <w:color w:val="222222"/>
          <w:lang w:val="fr-FR"/>
        </w:rPr>
        <w:t>lect. univ. dr. Maţa Andreici, prof. univ dr. Jiva Milin</w:t>
      </w:r>
    </w:p>
    <w:p w:rsidR="00911BC4" w:rsidRDefault="00911BC4" w:rsidP="005C4B97">
      <w:pPr>
        <w:pStyle w:val="m277783359275515751ydpe103784a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22222"/>
          <w:sz w:val="20"/>
          <w:szCs w:val="20"/>
        </w:rPr>
      </w:pPr>
      <w:r>
        <w:rPr>
          <w:b/>
          <w:bCs/>
          <w:color w:val="222222"/>
          <w:lang w:val="fr-FR"/>
        </w:rPr>
        <w:t>Secretar</w:t>
      </w:r>
      <w:r>
        <w:rPr>
          <w:color w:val="222222"/>
          <w:lang w:val="fr-FR"/>
        </w:rPr>
        <w:t>: asist. Dr. A. Cîntar</w:t>
      </w:r>
    </w:p>
    <w:p w:rsidR="00911BC4" w:rsidRDefault="00911BC4" w:rsidP="005C4B97">
      <w:pPr>
        <w:pStyle w:val="m277783359275515751ydpe103784a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22222"/>
          <w:sz w:val="20"/>
          <w:szCs w:val="20"/>
        </w:rPr>
      </w:pPr>
      <w:r>
        <w:rPr>
          <w:b/>
          <w:bCs/>
          <w:color w:val="222222"/>
          <w:lang w:val="fr-FR"/>
        </w:rPr>
        <w:t>Membri supleanţi</w:t>
      </w:r>
      <w:r>
        <w:rPr>
          <w:color w:val="222222"/>
          <w:lang w:val="fr-FR"/>
        </w:rPr>
        <w:t>: lect. univ. dr. Daniela Gheltofan</w:t>
      </w:r>
      <w:r w:rsidRPr="00CF7BDB">
        <w:rPr>
          <w:color w:val="222222"/>
          <w:lang w:val="fr-FR"/>
        </w:rPr>
        <w:t xml:space="preserve"> </w:t>
      </w:r>
    </w:p>
    <w:p w:rsidR="00911BC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BDB">
        <w:rPr>
          <w:rFonts w:ascii="Times New Roman" w:hAnsi="Times New Roman"/>
          <w:b/>
          <w:sz w:val="24"/>
          <w:szCs w:val="24"/>
        </w:rPr>
        <w:t>Contestații</w:t>
      </w:r>
      <w:r>
        <w:rPr>
          <w:rFonts w:ascii="Times New Roman" w:hAnsi="Times New Roman"/>
          <w:sz w:val="24"/>
          <w:szCs w:val="24"/>
        </w:rPr>
        <w:t> :</w:t>
      </w:r>
    </w:p>
    <w:p w:rsidR="00911BC4" w:rsidRDefault="00911BC4" w:rsidP="003770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Președinte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7C3A94">
        <w:rPr>
          <w:rFonts w:ascii="Times New Roman" w:hAnsi="Times New Roman"/>
          <w:sz w:val="24"/>
          <w:szCs w:val="24"/>
        </w:rPr>
        <w:t>conf. dr. Codruța Goșa</w:t>
      </w:r>
      <w:r w:rsidRPr="00293C67">
        <w:rPr>
          <w:rFonts w:ascii="Times New Roman" w:hAnsi="Times New Roman"/>
          <w:sz w:val="24"/>
          <w:szCs w:val="24"/>
        </w:rPr>
        <w:t xml:space="preserve"> </w:t>
      </w:r>
    </w:p>
    <w:p w:rsidR="00911BC4" w:rsidRPr="00466EB7" w:rsidRDefault="00911BC4" w:rsidP="003770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Membri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CF7BDB">
        <w:rPr>
          <w:rFonts w:ascii="Times New Roman" w:hAnsi="Times New Roman"/>
          <w:color w:val="222222"/>
          <w:sz w:val="24"/>
          <w:szCs w:val="24"/>
        </w:rPr>
        <w:t>lect. sârb. Dimitrije Savić</w:t>
      </w:r>
      <w:r>
        <w:rPr>
          <w:rFonts w:ascii="Times New Roman" w:hAnsi="Times New Roman"/>
          <w:sz w:val="24"/>
          <w:szCs w:val="24"/>
        </w:rPr>
        <w:t>, conf. Dr. R. Dascăl</w:t>
      </w:r>
    </w:p>
    <w:p w:rsidR="00911BC4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1BC4" w:rsidRDefault="00911BC4" w:rsidP="005C4B97">
      <w:pPr>
        <w:pStyle w:val="m277783359275515751ydpe103784amsonormal"/>
        <w:shd w:val="clear" w:color="auto" w:fill="FFFFFF"/>
        <w:spacing w:after="0" w:afterAutospacing="0"/>
        <w:jc w:val="both"/>
        <w:rPr>
          <w:b/>
          <w:bCs/>
          <w:color w:val="222222"/>
          <w:lang w:val="fr-FR"/>
        </w:rPr>
      </w:pPr>
      <w:r>
        <w:rPr>
          <w:b/>
          <w:bCs/>
          <w:color w:val="222222"/>
          <w:lang w:val="fr-FR"/>
        </w:rPr>
        <w:t>COLECTIVUL DE LIMBA RUSĂ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Preşedinte: </w:t>
      </w:r>
      <w:r>
        <w:rPr>
          <w:rFonts w:ascii="Times New Roman" w:hAnsi="Times New Roman"/>
          <w:sz w:val="24"/>
          <w:szCs w:val="24"/>
        </w:rPr>
        <w:t>Lec. Univ. Dr. Daniela Gheltofan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Membri: </w:t>
      </w:r>
      <w:r w:rsidRPr="0031788B">
        <w:rPr>
          <w:rFonts w:ascii="Times New Roman" w:hAnsi="Times New Roman"/>
          <w:sz w:val="24"/>
          <w:szCs w:val="24"/>
        </w:rPr>
        <w:t xml:space="preserve">Conferențiar univ. dr. </w:t>
      </w:r>
      <w:r>
        <w:rPr>
          <w:rFonts w:ascii="Times New Roman" w:hAnsi="Times New Roman"/>
          <w:sz w:val="24"/>
          <w:szCs w:val="24"/>
        </w:rPr>
        <w:t>Maria Andrei, Lect. Univ. Dr. Adina Tihu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Secretar: </w:t>
      </w:r>
      <w:r>
        <w:rPr>
          <w:rFonts w:ascii="Times New Roman" w:hAnsi="Times New Roman"/>
          <w:sz w:val="24"/>
          <w:szCs w:val="24"/>
        </w:rPr>
        <w:t>Lect. univ. Dr.Iulia Cosma</w:t>
      </w:r>
    </w:p>
    <w:p w:rsidR="00911BC4" w:rsidRPr="00C979A1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31788B">
        <w:rPr>
          <w:rFonts w:ascii="Times New Roman" w:hAnsi="Times New Roman"/>
          <w:b/>
          <w:sz w:val="24"/>
          <w:szCs w:val="24"/>
        </w:rPr>
        <w:t xml:space="preserve">Membri supleanți: </w:t>
      </w:r>
      <w:r w:rsidRPr="00AB67A4">
        <w:rPr>
          <w:rFonts w:ascii="Times New Roman" w:hAnsi="Times New Roman"/>
          <w:sz w:val="24"/>
          <w:szCs w:val="24"/>
        </w:rPr>
        <w:t>Lect. dr.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Neli Eiben, </w:t>
      </w:r>
    </w:p>
    <w:p w:rsidR="00911BC4" w:rsidRPr="0031788B" w:rsidRDefault="00911BC4" w:rsidP="005C4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Pr="0031788B">
        <w:rPr>
          <w:rFonts w:ascii="Times New Roman" w:hAnsi="Times New Roman"/>
          <w:b/>
          <w:sz w:val="24"/>
          <w:szCs w:val="24"/>
        </w:rPr>
        <w:t>ontestaţii</w:t>
      </w:r>
    </w:p>
    <w:p w:rsidR="00911BC4" w:rsidRDefault="00911BC4" w:rsidP="00B81F1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Președinte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r>
        <w:rPr>
          <w:rFonts w:ascii="Times New Roman" w:hAnsi="Times New Roman"/>
          <w:sz w:val="24"/>
          <w:szCs w:val="24"/>
        </w:rPr>
        <w:t>conf. Dr. R. Dascăl</w:t>
      </w:r>
    </w:p>
    <w:p w:rsidR="00911BC4" w:rsidRDefault="00911BC4" w:rsidP="00B81F1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50D68">
        <w:rPr>
          <w:rFonts w:ascii="Times New Roman" w:hAnsi="Times New Roman"/>
          <w:b/>
          <w:sz w:val="24"/>
          <w:szCs w:val="24"/>
          <w:lang w:val="it-IT"/>
        </w:rPr>
        <w:t>Membri</w:t>
      </w:r>
      <w:r>
        <w:rPr>
          <w:rFonts w:ascii="Times New Roman" w:hAnsi="Times New Roman"/>
          <w:sz w:val="24"/>
          <w:szCs w:val="24"/>
          <w:lang w:val="it-IT"/>
        </w:rPr>
        <w:t>:</w:t>
      </w:r>
      <w:r w:rsidRPr="003178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Lect. dr. Mața Andreici, Conf. Dr. M. Pitar</w:t>
      </w:r>
      <w:r w:rsidRPr="00293C67">
        <w:rPr>
          <w:rFonts w:ascii="Times New Roman" w:hAnsi="Times New Roman"/>
          <w:sz w:val="24"/>
          <w:szCs w:val="24"/>
        </w:rPr>
        <w:t xml:space="preserve"> </w:t>
      </w:r>
    </w:p>
    <w:p w:rsidR="00911BC4" w:rsidRDefault="00911BC4" w:rsidP="00B81F1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11BC4" w:rsidRDefault="00911BC4" w:rsidP="00B81F19">
      <w:pPr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</w:p>
    <w:p w:rsidR="00911BC4" w:rsidRDefault="00911BC4" w:rsidP="00A14B2E">
      <w:pPr>
        <w:ind w:left="2880" w:firstLine="720"/>
        <w:jc w:val="both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i/>
          <w:caps/>
          <w:lang w:val="ro-RO"/>
        </w:rPr>
        <w:t>Director Departament Studii românești</w:t>
      </w:r>
      <w:r>
        <w:rPr>
          <w:rFonts w:ascii="Times New Roman" w:hAnsi="Times New Roman"/>
          <w:i/>
          <w:lang w:val="ro-RO"/>
        </w:rPr>
        <w:t>,</w:t>
      </w:r>
    </w:p>
    <w:p w:rsidR="00911BC4" w:rsidRDefault="00911BC4" w:rsidP="00A14B2E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  <w:t xml:space="preserve">     Conf. univ. dr. Dumitru Tucan</w:t>
      </w:r>
    </w:p>
    <w:p w:rsidR="00911BC4" w:rsidRDefault="00911BC4" w:rsidP="00A14B2E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  <w:t xml:space="preserve">           </w:t>
      </w:r>
      <w:r>
        <w:rPr>
          <w:rFonts w:ascii="Times New Roman" w:hAnsi="Times New Roman"/>
          <w:i/>
          <w:caps/>
          <w:lang w:val="ro-RO"/>
        </w:rPr>
        <w:t>Director Departament Limbi și Literaturi Moderne</w:t>
      </w:r>
      <w:r>
        <w:rPr>
          <w:rFonts w:ascii="Times New Roman" w:hAnsi="Times New Roman"/>
          <w:lang w:val="ro-RO"/>
        </w:rPr>
        <w:t>,</w:t>
      </w:r>
    </w:p>
    <w:p w:rsidR="00911BC4" w:rsidRDefault="00911BC4" w:rsidP="00A14B2E">
      <w:pPr>
        <w:jc w:val="both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  <w:t>Conf. univ. dr. Codruța Goșa</w:t>
      </w:r>
    </w:p>
    <w:p w:rsidR="00911BC4" w:rsidRDefault="00911BC4" w:rsidP="007A27A5">
      <w:pPr>
        <w:tabs>
          <w:tab w:val="left" w:pos="6742"/>
        </w:tabs>
        <w:spacing w:line="360" w:lineRule="auto"/>
        <w:ind w:right="-159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i/>
          <w:lang w:val="es-ES"/>
        </w:rPr>
        <w:t>DECAN,</w:t>
      </w:r>
    </w:p>
    <w:p w:rsidR="00911BC4" w:rsidRDefault="00911BC4" w:rsidP="00A14B2E">
      <w:pPr>
        <w:tabs>
          <w:tab w:val="left" w:pos="6742"/>
        </w:tabs>
        <w:spacing w:line="360" w:lineRule="auto"/>
        <w:ind w:left="-425" w:right="-15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s-ES"/>
        </w:rPr>
        <w:t xml:space="preserve">    </w:t>
      </w:r>
      <w:r w:rsidRPr="00FB20F9">
        <w:rPr>
          <w:rFonts w:ascii="Times New Roman" w:hAnsi="Times New Roman"/>
          <w:lang w:val="ro-RO"/>
        </w:rPr>
        <w:t xml:space="preserve">Conf. univ. dr. </w:t>
      </w:r>
      <w:r>
        <w:rPr>
          <w:rFonts w:ascii="Times New Roman" w:hAnsi="Times New Roman"/>
        </w:rPr>
        <w:t>Dana Percec</w:t>
      </w: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911BC4" w:rsidRPr="008A6085" w:rsidRDefault="00911BC4" w:rsidP="00680C8B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sectPr w:rsidR="00911BC4" w:rsidRPr="008A6085" w:rsidSect="00291711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BC4" w:rsidRDefault="00911BC4" w:rsidP="003E226A">
      <w:r>
        <w:separator/>
      </w:r>
    </w:p>
  </w:endnote>
  <w:endnote w:type="continuationSeparator" w:id="0">
    <w:p w:rsidR="00911BC4" w:rsidRDefault="00911BC4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851"/>
      <w:gridCol w:w="5018"/>
      <w:gridCol w:w="3217"/>
    </w:tblGrid>
    <w:tr w:rsidR="00911BC4" w:rsidTr="002800D6">
      <w:trPr>
        <w:trHeight w:val="1616"/>
      </w:trPr>
      <w:tc>
        <w:tcPr>
          <w:tcW w:w="1995" w:type="dxa"/>
          <w:vAlign w:val="center"/>
        </w:tcPr>
        <w:p w:rsidR="00911BC4" w:rsidRPr="00D64CB2" w:rsidRDefault="00911BC4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2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911BC4" w:rsidRPr="00D64CB2" w:rsidRDefault="00911BC4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911BC4" w:rsidRPr="00FA7C38" w:rsidRDefault="00911BC4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FA7C3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911BC4" w:rsidRPr="00D64CB2" w:rsidRDefault="00911BC4" w:rsidP="002800D6">
          <w:pPr>
            <w:spacing w:after="0"/>
            <w:jc w:val="center"/>
            <w:rPr>
              <w:rFonts w:cs="Calibri"/>
            </w:rPr>
          </w:pPr>
          <w:r w:rsidRPr="0097660A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911BC4" w:rsidRPr="00F85CC7" w:rsidRDefault="00911BC4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BC4" w:rsidRDefault="00911BC4" w:rsidP="003E226A">
      <w:r>
        <w:separator/>
      </w:r>
    </w:p>
  </w:footnote>
  <w:footnote w:type="continuationSeparator" w:id="0">
    <w:p w:rsidR="00911BC4" w:rsidRDefault="00911BC4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BC4" w:rsidRDefault="00911BC4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911BC4" w:rsidRPr="001F5B62" w:rsidTr="00F716C2">
      <w:tc>
        <w:tcPr>
          <w:tcW w:w="4428" w:type="dxa"/>
        </w:tcPr>
        <w:p w:rsidR="00911BC4" w:rsidRPr="005B0651" w:rsidRDefault="00911BC4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97660A">
            <w:rPr>
              <w:rFonts w:cs="Calibri"/>
              <w:noProof/>
              <w:sz w:val="4"/>
              <w:szCs w:val="4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74.25pt;height:74.25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911BC4" w:rsidRPr="00F13512" w:rsidRDefault="00911BC4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F13512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F13512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911BC4" w:rsidRPr="00F13512" w:rsidRDefault="00911BC4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F13512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F13512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911BC4" w:rsidTr="00D64CB2">
      <w:tc>
        <w:tcPr>
          <w:tcW w:w="10173" w:type="dxa"/>
          <w:gridSpan w:val="2"/>
          <w:vAlign w:val="center"/>
        </w:tcPr>
        <w:p w:rsidR="00911BC4" w:rsidRPr="005B0651" w:rsidRDefault="00911BC4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97660A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911BC4" w:rsidTr="00D64CB2">
      <w:tc>
        <w:tcPr>
          <w:tcW w:w="10173" w:type="dxa"/>
          <w:gridSpan w:val="2"/>
        </w:tcPr>
        <w:p w:rsidR="00911BC4" w:rsidRPr="005B0651" w:rsidRDefault="00911BC4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lang w:val="fr-FR" w:eastAsia="en-US"/>
            </w:rPr>
            <w:t>DECANAT</w:t>
          </w:r>
        </w:p>
      </w:tc>
    </w:tr>
  </w:tbl>
  <w:p w:rsidR="00911BC4" w:rsidRPr="00C23E95" w:rsidRDefault="00911BC4" w:rsidP="00C23E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BC4" w:rsidRDefault="00911BC4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66796A"/>
    <w:multiLevelType w:val="hybridMultilevel"/>
    <w:tmpl w:val="3AF2AA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02145B"/>
    <w:multiLevelType w:val="hybridMultilevel"/>
    <w:tmpl w:val="9B64EEBE"/>
    <w:lvl w:ilvl="0" w:tplc="B218C0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4F12073"/>
    <w:multiLevelType w:val="hybridMultilevel"/>
    <w:tmpl w:val="95E03B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EF003B9"/>
    <w:multiLevelType w:val="hybridMultilevel"/>
    <w:tmpl w:val="0F6AA8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3"/>
  </w:num>
  <w:num w:numId="5">
    <w:abstractNumId w:val="16"/>
  </w:num>
  <w:num w:numId="6">
    <w:abstractNumId w:val="8"/>
  </w:num>
  <w:num w:numId="7">
    <w:abstractNumId w:val="4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13"/>
  </w:num>
  <w:num w:numId="13">
    <w:abstractNumId w:val="10"/>
  </w:num>
  <w:num w:numId="14">
    <w:abstractNumId w:val="18"/>
  </w:num>
  <w:num w:numId="15">
    <w:abstractNumId w:val="19"/>
  </w:num>
  <w:num w:numId="16">
    <w:abstractNumId w:val="15"/>
  </w:num>
  <w:num w:numId="17">
    <w:abstractNumId w:val="6"/>
  </w:num>
  <w:num w:numId="18">
    <w:abstractNumId w:val="20"/>
  </w:num>
  <w:num w:numId="19">
    <w:abstractNumId w:val="5"/>
  </w:num>
  <w:num w:numId="20">
    <w:abstractNumId w:val="1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0905"/>
    <w:rsid w:val="000048E9"/>
    <w:rsid w:val="00006384"/>
    <w:rsid w:val="00006A11"/>
    <w:rsid w:val="00014359"/>
    <w:rsid w:val="00017556"/>
    <w:rsid w:val="00024251"/>
    <w:rsid w:val="00025E24"/>
    <w:rsid w:val="000322B2"/>
    <w:rsid w:val="00041189"/>
    <w:rsid w:val="000415DE"/>
    <w:rsid w:val="00043DB9"/>
    <w:rsid w:val="0004729D"/>
    <w:rsid w:val="00050D48"/>
    <w:rsid w:val="00051781"/>
    <w:rsid w:val="00053D42"/>
    <w:rsid w:val="0005556D"/>
    <w:rsid w:val="00055AEB"/>
    <w:rsid w:val="00057048"/>
    <w:rsid w:val="000628E6"/>
    <w:rsid w:val="000630B3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C6A59"/>
    <w:rsid w:val="000D56AE"/>
    <w:rsid w:val="000D58B3"/>
    <w:rsid w:val="000E15B5"/>
    <w:rsid w:val="000E4972"/>
    <w:rsid w:val="000F292C"/>
    <w:rsid w:val="00104CA0"/>
    <w:rsid w:val="00112CD7"/>
    <w:rsid w:val="00116B1B"/>
    <w:rsid w:val="00125B83"/>
    <w:rsid w:val="00131150"/>
    <w:rsid w:val="0014368B"/>
    <w:rsid w:val="00151453"/>
    <w:rsid w:val="00154907"/>
    <w:rsid w:val="001568BE"/>
    <w:rsid w:val="001576EC"/>
    <w:rsid w:val="001649A6"/>
    <w:rsid w:val="001744E9"/>
    <w:rsid w:val="00183BC8"/>
    <w:rsid w:val="00185506"/>
    <w:rsid w:val="00191338"/>
    <w:rsid w:val="001923EB"/>
    <w:rsid w:val="001949D1"/>
    <w:rsid w:val="00195DAC"/>
    <w:rsid w:val="00196FF6"/>
    <w:rsid w:val="001A38DC"/>
    <w:rsid w:val="001A47C9"/>
    <w:rsid w:val="001A49AB"/>
    <w:rsid w:val="001B44E6"/>
    <w:rsid w:val="001C2FD5"/>
    <w:rsid w:val="001C3DC5"/>
    <w:rsid w:val="001C4C44"/>
    <w:rsid w:val="001C5B5D"/>
    <w:rsid w:val="001C7CDD"/>
    <w:rsid w:val="001D34E8"/>
    <w:rsid w:val="001D564A"/>
    <w:rsid w:val="001E2FEE"/>
    <w:rsid w:val="001E532B"/>
    <w:rsid w:val="001E69C6"/>
    <w:rsid w:val="001F2A61"/>
    <w:rsid w:val="001F5B62"/>
    <w:rsid w:val="001F5BE0"/>
    <w:rsid w:val="00201477"/>
    <w:rsid w:val="00201632"/>
    <w:rsid w:val="002054CA"/>
    <w:rsid w:val="00205AE4"/>
    <w:rsid w:val="00214E3A"/>
    <w:rsid w:val="002151BA"/>
    <w:rsid w:val="00226A3C"/>
    <w:rsid w:val="002415BB"/>
    <w:rsid w:val="0024351A"/>
    <w:rsid w:val="002458CB"/>
    <w:rsid w:val="00251A6A"/>
    <w:rsid w:val="002529AD"/>
    <w:rsid w:val="00256D69"/>
    <w:rsid w:val="002577A6"/>
    <w:rsid w:val="00267723"/>
    <w:rsid w:val="00272E14"/>
    <w:rsid w:val="002800D6"/>
    <w:rsid w:val="0029063D"/>
    <w:rsid w:val="00291601"/>
    <w:rsid w:val="00291711"/>
    <w:rsid w:val="00293C67"/>
    <w:rsid w:val="002A007E"/>
    <w:rsid w:val="002A121C"/>
    <w:rsid w:val="002A3B98"/>
    <w:rsid w:val="002A3C87"/>
    <w:rsid w:val="002B11E0"/>
    <w:rsid w:val="002B3737"/>
    <w:rsid w:val="002B6BDC"/>
    <w:rsid w:val="002B71D3"/>
    <w:rsid w:val="002C64E3"/>
    <w:rsid w:val="002D1C75"/>
    <w:rsid w:val="002D2F0E"/>
    <w:rsid w:val="002D3D67"/>
    <w:rsid w:val="002E0EBF"/>
    <w:rsid w:val="002E4EA3"/>
    <w:rsid w:val="002F4065"/>
    <w:rsid w:val="002F52B7"/>
    <w:rsid w:val="0030207C"/>
    <w:rsid w:val="00302A7E"/>
    <w:rsid w:val="003109D8"/>
    <w:rsid w:val="00313C4E"/>
    <w:rsid w:val="003147A3"/>
    <w:rsid w:val="003154E0"/>
    <w:rsid w:val="0031788B"/>
    <w:rsid w:val="00323381"/>
    <w:rsid w:val="00327C5B"/>
    <w:rsid w:val="00331698"/>
    <w:rsid w:val="00331DCD"/>
    <w:rsid w:val="00334DB2"/>
    <w:rsid w:val="0033622C"/>
    <w:rsid w:val="003419CC"/>
    <w:rsid w:val="00341A37"/>
    <w:rsid w:val="00344816"/>
    <w:rsid w:val="003450B2"/>
    <w:rsid w:val="00353E55"/>
    <w:rsid w:val="0036054E"/>
    <w:rsid w:val="00362A76"/>
    <w:rsid w:val="003723CD"/>
    <w:rsid w:val="00373D06"/>
    <w:rsid w:val="003756CF"/>
    <w:rsid w:val="00377051"/>
    <w:rsid w:val="003770D2"/>
    <w:rsid w:val="0038731B"/>
    <w:rsid w:val="003918B5"/>
    <w:rsid w:val="003A237A"/>
    <w:rsid w:val="003A6AA6"/>
    <w:rsid w:val="003A6F97"/>
    <w:rsid w:val="003A7FA0"/>
    <w:rsid w:val="003B0320"/>
    <w:rsid w:val="003B34C1"/>
    <w:rsid w:val="003C378C"/>
    <w:rsid w:val="003C7634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5EAF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501A3"/>
    <w:rsid w:val="00450A3E"/>
    <w:rsid w:val="00455B8A"/>
    <w:rsid w:val="00462F4F"/>
    <w:rsid w:val="00466EB7"/>
    <w:rsid w:val="0047323A"/>
    <w:rsid w:val="00480F05"/>
    <w:rsid w:val="0048385D"/>
    <w:rsid w:val="00495AFA"/>
    <w:rsid w:val="004A2A78"/>
    <w:rsid w:val="004A4145"/>
    <w:rsid w:val="004B273C"/>
    <w:rsid w:val="004B43CC"/>
    <w:rsid w:val="004B4901"/>
    <w:rsid w:val="004C52CD"/>
    <w:rsid w:val="004C672A"/>
    <w:rsid w:val="004C7AF5"/>
    <w:rsid w:val="004D3C1E"/>
    <w:rsid w:val="004E19EB"/>
    <w:rsid w:val="004E2722"/>
    <w:rsid w:val="004E651D"/>
    <w:rsid w:val="004F20FF"/>
    <w:rsid w:val="004F2DB4"/>
    <w:rsid w:val="004F4E84"/>
    <w:rsid w:val="004F56A6"/>
    <w:rsid w:val="004F7D9A"/>
    <w:rsid w:val="005005E2"/>
    <w:rsid w:val="005012E1"/>
    <w:rsid w:val="005028ED"/>
    <w:rsid w:val="00503339"/>
    <w:rsid w:val="00503E4C"/>
    <w:rsid w:val="00510B31"/>
    <w:rsid w:val="0051408F"/>
    <w:rsid w:val="00524E67"/>
    <w:rsid w:val="0052502B"/>
    <w:rsid w:val="00525161"/>
    <w:rsid w:val="00525B7E"/>
    <w:rsid w:val="00532EE8"/>
    <w:rsid w:val="00533064"/>
    <w:rsid w:val="00541391"/>
    <w:rsid w:val="005425BD"/>
    <w:rsid w:val="0054275A"/>
    <w:rsid w:val="0054438F"/>
    <w:rsid w:val="0055210F"/>
    <w:rsid w:val="0055224E"/>
    <w:rsid w:val="00570E99"/>
    <w:rsid w:val="0058264F"/>
    <w:rsid w:val="0058625E"/>
    <w:rsid w:val="00593293"/>
    <w:rsid w:val="005958A0"/>
    <w:rsid w:val="00597103"/>
    <w:rsid w:val="005A206C"/>
    <w:rsid w:val="005A6256"/>
    <w:rsid w:val="005A6B42"/>
    <w:rsid w:val="005B0651"/>
    <w:rsid w:val="005B1261"/>
    <w:rsid w:val="005B28DE"/>
    <w:rsid w:val="005B3F6F"/>
    <w:rsid w:val="005C03A3"/>
    <w:rsid w:val="005C270F"/>
    <w:rsid w:val="005C3DE5"/>
    <w:rsid w:val="005C4252"/>
    <w:rsid w:val="005C4B97"/>
    <w:rsid w:val="005C7B38"/>
    <w:rsid w:val="005C7CAD"/>
    <w:rsid w:val="005D6A3B"/>
    <w:rsid w:val="005E19CF"/>
    <w:rsid w:val="005E3570"/>
    <w:rsid w:val="005E413D"/>
    <w:rsid w:val="005E70EC"/>
    <w:rsid w:val="005F1C89"/>
    <w:rsid w:val="005F537E"/>
    <w:rsid w:val="005F5A9B"/>
    <w:rsid w:val="00604AC4"/>
    <w:rsid w:val="0061131E"/>
    <w:rsid w:val="0061141E"/>
    <w:rsid w:val="00612CCF"/>
    <w:rsid w:val="0061626D"/>
    <w:rsid w:val="00630F7B"/>
    <w:rsid w:val="00631B5E"/>
    <w:rsid w:val="00634D14"/>
    <w:rsid w:val="00634DA4"/>
    <w:rsid w:val="00634F07"/>
    <w:rsid w:val="00641655"/>
    <w:rsid w:val="006423ED"/>
    <w:rsid w:val="00642EA5"/>
    <w:rsid w:val="00645141"/>
    <w:rsid w:val="0064549C"/>
    <w:rsid w:val="006454F6"/>
    <w:rsid w:val="00645B5D"/>
    <w:rsid w:val="00646201"/>
    <w:rsid w:val="00647AFB"/>
    <w:rsid w:val="00650125"/>
    <w:rsid w:val="00650BD7"/>
    <w:rsid w:val="00650D68"/>
    <w:rsid w:val="00650E16"/>
    <w:rsid w:val="00664419"/>
    <w:rsid w:val="00664BDD"/>
    <w:rsid w:val="0066683F"/>
    <w:rsid w:val="00670919"/>
    <w:rsid w:val="00671C84"/>
    <w:rsid w:val="00680C8B"/>
    <w:rsid w:val="00681422"/>
    <w:rsid w:val="0068330D"/>
    <w:rsid w:val="00684621"/>
    <w:rsid w:val="0068626E"/>
    <w:rsid w:val="00686649"/>
    <w:rsid w:val="00696C21"/>
    <w:rsid w:val="006A03FD"/>
    <w:rsid w:val="006A05BE"/>
    <w:rsid w:val="006A405E"/>
    <w:rsid w:val="006B1918"/>
    <w:rsid w:val="006C68F5"/>
    <w:rsid w:val="006D1DA5"/>
    <w:rsid w:val="006D208D"/>
    <w:rsid w:val="006D33E8"/>
    <w:rsid w:val="006D53E8"/>
    <w:rsid w:val="006E286C"/>
    <w:rsid w:val="006E2BCD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05669"/>
    <w:rsid w:val="00725872"/>
    <w:rsid w:val="00726388"/>
    <w:rsid w:val="0072653D"/>
    <w:rsid w:val="00735E50"/>
    <w:rsid w:val="0074032C"/>
    <w:rsid w:val="00740AA9"/>
    <w:rsid w:val="0074270C"/>
    <w:rsid w:val="00765377"/>
    <w:rsid w:val="007660EA"/>
    <w:rsid w:val="0076685E"/>
    <w:rsid w:val="007668E1"/>
    <w:rsid w:val="007738D4"/>
    <w:rsid w:val="00775896"/>
    <w:rsid w:val="00776818"/>
    <w:rsid w:val="00777A6D"/>
    <w:rsid w:val="00783C4B"/>
    <w:rsid w:val="00787E45"/>
    <w:rsid w:val="0079062A"/>
    <w:rsid w:val="00792D0A"/>
    <w:rsid w:val="00792DB3"/>
    <w:rsid w:val="007973CC"/>
    <w:rsid w:val="0079750A"/>
    <w:rsid w:val="007A161F"/>
    <w:rsid w:val="007A27A5"/>
    <w:rsid w:val="007A5CFE"/>
    <w:rsid w:val="007B0AEF"/>
    <w:rsid w:val="007B17EB"/>
    <w:rsid w:val="007B4745"/>
    <w:rsid w:val="007B6749"/>
    <w:rsid w:val="007B7268"/>
    <w:rsid w:val="007C3A94"/>
    <w:rsid w:val="007C51B7"/>
    <w:rsid w:val="007D38D7"/>
    <w:rsid w:val="007D3FEE"/>
    <w:rsid w:val="007D4F71"/>
    <w:rsid w:val="007D65B4"/>
    <w:rsid w:val="007E2F8E"/>
    <w:rsid w:val="007E3C34"/>
    <w:rsid w:val="007E7641"/>
    <w:rsid w:val="007F691C"/>
    <w:rsid w:val="008007F7"/>
    <w:rsid w:val="00803821"/>
    <w:rsid w:val="00806B47"/>
    <w:rsid w:val="008134FB"/>
    <w:rsid w:val="00834D02"/>
    <w:rsid w:val="0083513A"/>
    <w:rsid w:val="0083539C"/>
    <w:rsid w:val="0084362D"/>
    <w:rsid w:val="00845050"/>
    <w:rsid w:val="00857CD1"/>
    <w:rsid w:val="00861B10"/>
    <w:rsid w:val="00863586"/>
    <w:rsid w:val="0086401F"/>
    <w:rsid w:val="00864858"/>
    <w:rsid w:val="00872A1E"/>
    <w:rsid w:val="00873D33"/>
    <w:rsid w:val="00875288"/>
    <w:rsid w:val="00880948"/>
    <w:rsid w:val="00886E5F"/>
    <w:rsid w:val="00891BF7"/>
    <w:rsid w:val="0089289E"/>
    <w:rsid w:val="00893853"/>
    <w:rsid w:val="00895C2B"/>
    <w:rsid w:val="008A6085"/>
    <w:rsid w:val="008B1776"/>
    <w:rsid w:val="008B286B"/>
    <w:rsid w:val="008C1CCC"/>
    <w:rsid w:val="008C2BDF"/>
    <w:rsid w:val="008C460E"/>
    <w:rsid w:val="008C5ABE"/>
    <w:rsid w:val="008D2F46"/>
    <w:rsid w:val="008D440F"/>
    <w:rsid w:val="008E1A87"/>
    <w:rsid w:val="009027B8"/>
    <w:rsid w:val="009042DB"/>
    <w:rsid w:val="00906F5A"/>
    <w:rsid w:val="00910EDC"/>
    <w:rsid w:val="00911BC4"/>
    <w:rsid w:val="00917227"/>
    <w:rsid w:val="009264A3"/>
    <w:rsid w:val="00926F66"/>
    <w:rsid w:val="00927661"/>
    <w:rsid w:val="00931E7F"/>
    <w:rsid w:val="0093339B"/>
    <w:rsid w:val="00934655"/>
    <w:rsid w:val="00935802"/>
    <w:rsid w:val="00943F9C"/>
    <w:rsid w:val="00951FE6"/>
    <w:rsid w:val="00952500"/>
    <w:rsid w:val="00953F6B"/>
    <w:rsid w:val="009552FE"/>
    <w:rsid w:val="00964E07"/>
    <w:rsid w:val="009663D5"/>
    <w:rsid w:val="00970920"/>
    <w:rsid w:val="00974EEE"/>
    <w:rsid w:val="0097660A"/>
    <w:rsid w:val="00976E9F"/>
    <w:rsid w:val="00991041"/>
    <w:rsid w:val="009912A2"/>
    <w:rsid w:val="009A014A"/>
    <w:rsid w:val="009A01A8"/>
    <w:rsid w:val="009A7A28"/>
    <w:rsid w:val="009B0C7F"/>
    <w:rsid w:val="009B30EF"/>
    <w:rsid w:val="009B484F"/>
    <w:rsid w:val="009B700C"/>
    <w:rsid w:val="009B7195"/>
    <w:rsid w:val="009B7C67"/>
    <w:rsid w:val="009C4447"/>
    <w:rsid w:val="009C66B9"/>
    <w:rsid w:val="009D31B5"/>
    <w:rsid w:val="009D43F0"/>
    <w:rsid w:val="009E420A"/>
    <w:rsid w:val="009E6F48"/>
    <w:rsid w:val="009F704B"/>
    <w:rsid w:val="00A01F9D"/>
    <w:rsid w:val="00A03E68"/>
    <w:rsid w:val="00A04304"/>
    <w:rsid w:val="00A05EDD"/>
    <w:rsid w:val="00A10B19"/>
    <w:rsid w:val="00A11F06"/>
    <w:rsid w:val="00A1439A"/>
    <w:rsid w:val="00A14B2E"/>
    <w:rsid w:val="00A157FA"/>
    <w:rsid w:val="00A25347"/>
    <w:rsid w:val="00A27EED"/>
    <w:rsid w:val="00A323B0"/>
    <w:rsid w:val="00A35F5F"/>
    <w:rsid w:val="00A36DFB"/>
    <w:rsid w:val="00A431E1"/>
    <w:rsid w:val="00A46886"/>
    <w:rsid w:val="00A54611"/>
    <w:rsid w:val="00A5694F"/>
    <w:rsid w:val="00A569F5"/>
    <w:rsid w:val="00A56D03"/>
    <w:rsid w:val="00A56FF0"/>
    <w:rsid w:val="00A575C7"/>
    <w:rsid w:val="00A64EFC"/>
    <w:rsid w:val="00A72840"/>
    <w:rsid w:val="00A76002"/>
    <w:rsid w:val="00A85221"/>
    <w:rsid w:val="00A91743"/>
    <w:rsid w:val="00A918A2"/>
    <w:rsid w:val="00AA0728"/>
    <w:rsid w:val="00AA6523"/>
    <w:rsid w:val="00AA7D5E"/>
    <w:rsid w:val="00AB35C8"/>
    <w:rsid w:val="00AB67A4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0B3"/>
    <w:rsid w:val="00B17394"/>
    <w:rsid w:val="00B177A0"/>
    <w:rsid w:val="00B338DA"/>
    <w:rsid w:val="00B37E6C"/>
    <w:rsid w:val="00B447E7"/>
    <w:rsid w:val="00B45DA8"/>
    <w:rsid w:val="00B464D1"/>
    <w:rsid w:val="00B4785A"/>
    <w:rsid w:val="00B50FC2"/>
    <w:rsid w:val="00B54185"/>
    <w:rsid w:val="00B553C7"/>
    <w:rsid w:val="00B56BB8"/>
    <w:rsid w:val="00B6233E"/>
    <w:rsid w:val="00B814D7"/>
    <w:rsid w:val="00B81F19"/>
    <w:rsid w:val="00B839FF"/>
    <w:rsid w:val="00B87A07"/>
    <w:rsid w:val="00B93411"/>
    <w:rsid w:val="00BA43C1"/>
    <w:rsid w:val="00BA67CE"/>
    <w:rsid w:val="00BB26E4"/>
    <w:rsid w:val="00BB4F98"/>
    <w:rsid w:val="00BB53A1"/>
    <w:rsid w:val="00BC13AA"/>
    <w:rsid w:val="00BC6EA0"/>
    <w:rsid w:val="00BD5423"/>
    <w:rsid w:val="00BD6696"/>
    <w:rsid w:val="00BF0AE6"/>
    <w:rsid w:val="00BF1DAB"/>
    <w:rsid w:val="00BF305D"/>
    <w:rsid w:val="00C07569"/>
    <w:rsid w:val="00C07B3E"/>
    <w:rsid w:val="00C102BA"/>
    <w:rsid w:val="00C11900"/>
    <w:rsid w:val="00C11DB8"/>
    <w:rsid w:val="00C154AA"/>
    <w:rsid w:val="00C220D1"/>
    <w:rsid w:val="00C22406"/>
    <w:rsid w:val="00C2384D"/>
    <w:rsid w:val="00C23E95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97174"/>
    <w:rsid w:val="00C979A1"/>
    <w:rsid w:val="00CA38D0"/>
    <w:rsid w:val="00CA4DA4"/>
    <w:rsid w:val="00CB17D0"/>
    <w:rsid w:val="00CC18CF"/>
    <w:rsid w:val="00CD5418"/>
    <w:rsid w:val="00CE405C"/>
    <w:rsid w:val="00CE6DCB"/>
    <w:rsid w:val="00CF39F6"/>
    <w:rsid w:val="00CF4C25"/>
    <w:rsid w:val="00CF64EB"/>
    <w:rsid w:val="00CF7BDB"/>
    <w:rsid w:val="00D10A9C"/>
    <w:rsid w:val="00D1101E"/>
    <w:rsid w:val="00D17475"/>
    <w:rsid w:val="00D249A4"/>
    <w:rsid w:val="00D26C69"/>
    <w:rsid w:val="00D27EBD"/>
    <w:rsid w:val="00D353C3"/>
    <w:rsid w:val="00D47DAF"/>
    <w:rsid w:val="00D563C7"/>
    <w:rsid w:val="00D600BD"/>
    <w:rsid w:val="00D64CB2"/>
    <w:rsid w:val="00D74577"/>
    <w:rsid w:val="00D7593D"/>
    <w:rsid w:val="00D80108"/>
    <w:rsid w:val="00D87273"/>
    <w:rsid w:val="00D91691"/>
    <w:rsid w:val="00D96DBF"/>
    <w:rsid w:val="00D9728A"/>
    <w:rsid w:val="00D977CD"/>
    <w:rsid w:val="00DA177E"/>
    <w:rsid w:val="00DA1DFF"/>
    <w:rsid w:val="00DB03C5"/>
    <w:rsid w:val="00DB0A67"/>
    <w:rsid w:val="00DB0E7F"/>
    <w:rsid w:val="00DB40F7"/>
    <w:rsid w:val="00DB50F7"/>
    <w:rsid w:val="00DB5C09"/>
    <w:rsid w:val="00DC250E"/>
    <w:rsid w:val="00DC7289"/>
    <w:rsid w:val="00DC767D"/>
    <w:rsid w:val="00DF6E13"/>
    <w:rsid w:val="00E03268"/>
    <w:rsid w:val="00E05920"/>
    <w:rsid w:val="00E06532"/>
    <w:rsid w:val="00E11B2E"/>
    <w:rsid w:val="00E16224"/>
    <w:rsid w:val="00E16DB4"/>
    <w:rsid w:val="00E17C27"/>
    <w:rsid w:val="00E24B7A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54E20"/>
    <w:rsid w:val="00E56FB2"/>
    <w:rsid w:val="00E641BF"/>
    <w:rsid w:val="00E67292"/>
    <w:rsid w:val="00E70432"/>
    <w:rsid w:val="00E70CB2"/>
    <w:rsid w:val="00E81A8E"/>
    <w:rsid w:val="00E8208F"/>
    <w:rsid w:val="00E9450A"/>
    <w:rsid w:val="00E95521"/>
    <w:rsid w:val="00E95C82"/>
    <w:rsid w:val="00EB1C7D"/>
    <w:rsid w:val="00EB5DD1"/>
    <w:rsid w:val="00EC5EA7"/>
    <w:rsid w:val="00ED3929"/>
    <w:rsid w:val="00ED79CE"/>
    <w:rsid w:val="00EE36C5"/>
    <w:rsid w:val="00EE66B6"/>
    <w:rsid w:val="00EE6BA8"/>
    <w:rsid w:val="00EE6CD2"/>
    <w:rsid w:val="00EF1A98"/>
    <w:rsid w:val="00EF2F17"/>
    <w:rsid w:val="00F00675"/>
    <w:rsid w:val="00F02A67"/>
    <w:rsid w:val="00F05779"/>
    <w:rsid w:val="00F10A15"/>
    <w:rsid w:val="00F13512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0DD5"/>
    <w:rsid w:val="00F426F3"/>
    <w:rsid w:val="00F564A9"/>
    <w:rsid w:val="00F64590"/>
    <w:rsid w:val="00F65DEB"/>
    <w:rsid w:val="00F701F3"/>
    <w:rsid w:val="00F7033E"/>
    <w:rsid w:val="00F71383"/>
    <w:rsid w:val="00F716C2"/>
    <w:rsid w:val="00F73F45"/>
    <w:rsid w:val="00F744BC"/>
    <w:rsid w:val="00F77A61"/>
    <w:rsid w:val="00F811B7"/>
    <w:rsid w:val="00F83DAC"/>
    <w:rsid w:val="00F8535F"/>
    <w:rsid w:val="00F85CC7"/>
    <w:rsid w:val="00F865A7"/>
    <w:rsid w:val="00F91DA0"/>
    <w:rsid w:val="00F95041"/>
    <w:rsid w:val="00F95ED3"/>
    <w:rsid w:val="00FA4CF4"/>
    <w:rsid w:val="00FA5A9B"/>
    <w:rsid w:val="00FA5C14"/>
    <w:rsid w:val="00FA7C38"/>
    <w:rsid w:val="00FB20F9"/>
    <w:rsid w:val="00FB2AB3"/>
    <w:rsid w:val="00FB319C"/>
    <w:rsid w:val="00FB360B"/>
    <w:rsid w:val="00FB3781"/>
    <w:rsid w:val="00FB5591"/>
    <w:rsid w:val="00FB732C"/>
    <w:rsid w:val="00FC7D9C"/>
    <w:rsid w:val="00FD26C7"/>
    <w:rsid w:val="00FD2998"/>
    <w:rsid w:val="00FD446E"/>
    <w:rsid w:val="00FD4E4B"/>
    <w:rsid w:val="00FE2FA1"/>
    <w:rsid w:val="00FE4A55"/>
    <w:rsid w:val="00FE53B6"/>
    <w:rsid w:val="00FE5E9D"/>
    <w:rsid w:val="00FF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  <w:style w:type="paragraph" w:customStyle="1" w:styleId="m277783359275515751ydpe103784amsonormal">
    <w:name w:val="m_277783359275515751ydpe103784amsonormal"/>
    <w:basedOn w:val="Normal"/>
    <w:uiPriority w:val="99"/>
    <w:rsid w:val="005C4B9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77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7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7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7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6</Pages>
  <Words>1037</Words>
  <Characters>5912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rm02001062</cp:lastModifiedBy>
  <cp:revision>35</cp:revision>
  <cp:lastPrinted>2018-06-06T08:02:00Z</cp:lastPrinted>
  <dcterms:created xsi:type="dcterms:W3CDTF">2019-04-17T08:09:00Z</dcterms:created>
  <dcterms:modified xsi:type="dcterms:W3CDTF">2019-04-23T11:46:00Z</dcterms:modified>
</cp:coreProperties>
</file>